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EA1B6" w14:textId="43EBA8BE" w:rsidR="00E61E48" w:rsidRDefault="00F25264" w:rsidP="007022DB">
      <w:pPr>
        <w:pStyle w:val="ListParagraph"/>
        <w:spacing w:after="680" w:line="312" w:lineRule="auto"/>
        <w:ind w:left="357"/>
        <w:contextualSpacing w:val="0"/>
      </w:pPr>
      <w:r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L</w:t>
      </w:r>
      <w:r w:rsidR="00090BA7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ISA</w:t>
      </w:r>
      <w:r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 xml:space="preserve"> A</w:t>
      </w:r>
      <w:r w:rsidR="00151D9E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1</w:t>
      </w:r>
      <w:r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 xml:space="preserve"> – </w:t>
      </w:r>
      <w:r w:rsidR="00151D9E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 xml:space="preserve">Poolte </w:t>
      </w:r>
      <w:r w:rsidR="008E4296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määratud isikud</w:t>
      </w:r>
    </w:p>
    <w:p w14:paraId="51335FE2" w14:textId="240C9427" w:rsidR="00967ECC" w:rsidRPr="00090BA7" w:rsidRDefault="00013D63" w:rsidP="00090BA7">
      <w:pPr>
        <w:pStyle w:val="ListParagraph"/>
        <w:numPr>
          <w:ilvl w:val="0"/>
          <w:numId w:val="12"/>
        </w:numPr>
        <w:spacing w:line="312" w:lineRule="auto"/>
        <w:jc w:val="both"/>
        <w:rPr>
          <w:b/>
          <w:bCs/>
          <w:sz w:val="24"/>
          <w:szCs w:val="24"/>
        </w:rPr>
      </w:pPr>
      <w:r w:rsidRPr="00090BA7">
        <w:rPr>
          <w:b/>
          <w:bCs/>
          <w:sz w:val="24"/>
          <w:szCs w:val="24"/>
        </w:rPr>
        <w:t xml:space="preserve">Poolte </w:t>
      </w:r>
      <w:r w:rsidR="001264CA">
        <w:rPr>
          <w:b/>
          <w:bCs/>
          <w:sz w:val="24"/>
          <w:szCs w:val="24"/>
        </w:rPr>
        <w:t>L</w:t>
      </w:r>
      <w:r w:rsidRPr="00090BA7">
        <w:rPr>
          <w:b/>
          <w:bCs/>
          <w:sz w:val="24"/>
          <w:szCs w:val="24"/>
        </w:rPr>
        <w:t>epingulised kontaktisikud</w:t>
      </w:r>
    </w:p>
    <w:p w14:paraId="4CA13D6C" w14:textId="60BE3D76" w:rsidR="00013D63" w:rsidRDefault="00013D63" w:rsidP="00E61E48">
      <w:pPr>
        <w:spacing w:line="312" w:lineRule="auto"/>
        <w:jc w:val="both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3402"/>
        <w:gridCol w:w="3396"/>
      </w:tblGrid>
      <w:tr w:rsidR="008B6E1F" w14:paraId="179CAB38" w14:textId="77777777" w:rsidTr="00447FF5">
        <w:tc>
          <w:tcPr>
            <w:tcW w:w="2830" w:type="dxa"/>
          </w:tcPr>
          <w:p w14:paraId="318DA971" w14:textId="0B01CA89" w:rsidR="008B6E1F" w:rsidRPr="008B6E1F" w:rsidRDefault="008B6E1F" w:rsidP="00F81571">
            <w:pPr>
              <w:spacing w:line="312" w:lineRule="auto"/>
              <w:jc w:val="center"/>
              <w:rPr>
                <w:b/>
                <w:bCs/>
                <w:sz w:val="22"/>
              </w:rPr>
            </w:pPr>
            <w:r w:rsidRPr="008B6E1F">
              <w:rPr>
                <w:b/>
                <w:bCs/>
                <w:sz w:val="22"/>
              </w:rPr>
              <w:t>Organisatsioon</w:t>
            </w:r>
          </w:p>
        </w:tc>
        <w:tc>
          <w:tcPr>
            <w:tcW w:w="3402" w:type="dxa"/>
          </w:tcPr>
          <w:p w14:paraId="22AA2DAB" w14:textId="11856A9E" w:rsidR="008B6E1F" w:rsidRPr="008B6E1F" w:rsidRDefault="008B6E1F" w:rsidP="00F81571">
            <w:pPr>
              <w:spacing w:line="312" w:lineRule="auto"/>
              <w:jc w:val="center"/>
              <w:rPr>
                <w:b/>
                <w:bCs/>
                <w:sz w:val="22"/>
              </w:rPr>
            </w:pPr>
            <w:r w:rsidRPr="008B6E1F">
              <w:rPr>
                <w:b/>
                <w:bCs/>
                <w:sz w:val="22"/>
              </w:rPr>
              <w:t>Esmane kontakt</w:t>
            </w:r>
          </w:p>
        </w:tc>
        <w:tc>
          <w:tcPr>
            <w:tcW w:w="3396" w:type="dxa"/>
          </w:tcPr>
          <w:p w14:paraId="75A6B5E3" w14:textId="2F0AB853" w:rsidR="008B6E1F" w:rsidRPr="008B6E1F" w:rsidRDefault="008B6E1F" w:rsidP="00F81571">
            <w:pPr>
              <w:spacing w:line="312" w:lineRule="auto"/>
              <w:jc w:val="center"/>
              <w:rPr>
                <w:b/>
                <w:bCs/>
                <w:sz w:val="24"/>
                <w:szCs w:val="24"/>
              </w:rPr>
            </w:pPr>
            <w:r w:rsidRPr="008B6E1F">
              <w:rPr>
                <w:b/>
                <w:bCs/>
                <w:sz w:val="24"/>
                <w:szCs w:val="24"/>
              </w:rPr>
              <w:t>Teisene kontakt</w:t>
            </w:r>
          </w:p>
        </w:tc>
      </w:tr>
      <w:tr w:rsidR="008B6E1F" w14:paraId="708EE331" w14:textId="77777777" w:rsidTr="00447FF5">
        <w:trPr>
          <w:trHeight w:val="469"/>
        </w:trPr>
        <w:tc>
          <w:tcPr>
            <w:tcW w:w="2830" w:type="dxa"/>
          </w:tcPr>
          <w:p w14:paraId="70615098" w14:textId="44137003" w:rsidR="008B6E1F" w:rsidRPr="008B6E1F" w:rsidRDefault="007806AE" w:rsidP="008B6E1F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Rahandus</w:t>
            </w:r>
            <w:r w:rsidR="008B6E1F" w:rsidRPr="008B6E1F">
              <w:rPr>
                <w:sz w:val="22"/>
              </w:rPr>
              <w:t>ministeerium</w:t>
            </w:r>
          </w:p>
        </w:tc>
        <w:tc>
          <w:tcPr>
            <w:tcW w:w="3402" w:type="dxa"/>
          </w:tcPr>
          <w:p w14:paraId="13660277" w14:textId="77777777" w:rsidR="008B6E1F" w:rsidRPr="00B40B57" w:rsidRDefault="00C1023D" w:rsidP="008B6E1F">
            <w:pPr>
              <w:spacing w:line="312" w:lineRule="auto"/>
              <w:rPr>
                <w:b/>
                <w:bCs/>
                <w:sz w:val="22"/>
              </w:rPr>
            </w:pPr>
            <w:r w:rsidRPr="00B40B57">
              <w:rPr>
                <w:b/>
                <w:bCs/>
                <w:sz w:val="22"/>
              </w:rPr>
              <w:t>Kaire Taar</w:t>
            </w:r>
          </w:p>
          <w:p w14:paraId="2A5333D6" w14:textId="77777777" w:rsidR="00B40B57" w:rsidRDefault="00C1023D" w:rsidP="008B6E1F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 xml:space="preserve">Ametinimetus: </w:t>
            </w:r>
          </w:p>
          <w:p w14:paraId="6EA68670" w14:textId="4E6C4300" w:rsidR="00C1023D" w:rsidRDefault="00C1023D" w:rsidP="008B6E1F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Maksu- ja tollipoliitika osakond peaspetsialist</w:t>
            </w:r>
          </w:p>
          <w:p w14:paraId="6DFD7982" w14:textId="259DDADD" w:rsidR="00C1023D" w:rsidRDefault="00B40B57" w:rsidP="008B6E1F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E</w:t>
            </w:r>
            <w:r w:rsidR="00C1023D">
              <w:rPr>
                <w:sz w:val="22"/>
              </w:rPr>
              <w:t xml:space="preserve">-post: </w:t>
            </w:r>
            <w:hyperlink r:id="rId8" w:history="1">
              <w:r w:rsidR="00C1023D" w:rsidRPr="001C5F32">
                <w:rPr>
                  <w:rStyle w:val="Hyperlink"/>
                  <w:sz w:val="22"/>
                </w:rPr>
                <w:t>kaire.taar@fin.ee</w:t>
              </w:r>
            </w:hyperlink>
          </w:p>
          <w:p w14:paraId="605DBB79" w14:textId="0615B0CF" w:rsidR="00C1023D" w:rsidRPr="008B6E1F" w:rsidRDefault="00757E6A" w:rsidP="008B6E1F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T</w:t>
            </w:r>
            <w:r w:rsidR="00C1023D">
              <w:rPr>
                <w:sz w:val="22"/>
              </w:rPr>
              <w:t>el</w:t>
            </w:r>
            <w:r>
              <w:rPr>
                <w:sz w:val="22"/>
              </w:rPr>
              <w:t>efon</w:t>
            </w:r>
            <w:r w:rsidR="00C1023D">
              <w:rPr>
                <w:sz w:val="22"/>
              </w:rPr>
              <w:t xml:space="preserve">: </w:t>
            </w:r>
            <w:r w:rsidR="00C1023D" w:rsidRPr="00757E6A">
              <w:rPr>
                <w:sz w:val="22"/>
              </w:rPr>
              <w:t>5885 1372</w:t>
            </w:r>
          </w:p>
        </w:tc>
        <w:tc>
          <w:tcPr>
            <w:tcW w:w="3396" w:type="dxa"/>
          </w:tcPr>
          <w:p w14:paraId="06EDEC4C" w14:textId="75DD1028" w:rsidR="008B6E1F" w:rsidRPr="008B6E1F" w:rsidRDefault="008B6E1F" w:rsidP="008B6E1F">
            <w:pPr>
              <w:spacing w:line="312" w:lineRule="auto"/>
              <w:rPr>
                <w:b/>
                <w:bCs/>
                <w:sz w:val="24"/>
                <w:szCs w:val="24"/>
              </w:rPr>
            </w:pPr>
          </w:p>
        </w:tc>
      </w:tr>
      <w:tr w:rsidR="008B6E1F" w14:paraId="78F7C7E1" w14:textId="77777777" w:rsidTr="00447FF5">
        <w:tc>
          <w:tcPr>
            <w:tcW w:w="2830" w:type="dxa"/>
          </w:tcPr>
          <w:p w14:paraId="34AEC8DC" w14:textId="02737134" w:rsidR="008B6E1F" w:rsidRPr="008B6E1F" w:rsidRDefault="008B6E1F" w:rsidP="008B6E1F">
            <w:pPr>
              <w:spacing w:line="312" w:lineRule="auto"/>
              <w:rPr>
                <w:b/>
                <w:bCs/>
                <w:sz w:val="22"/>
              </w:rPr>
            </w:pPr>
            <w:r w:rsidRPr="008B6E1F">
              <w:rPr>
                <w:sz w:val="22"/>
              </w:rPr>
              <w:t xml:space="preserve">Lennuliiklusteeninduse AS </w:t>
            </w:r>
          </w:p>
        </w:tc>
        <w:tc>
          <w:tcPr>
            <w:tcW w:w="3402" w:type="dxa"/>
          </w:tcPr>
          <w:p w14:paraId="319B21A9" w14:textId="77777777" w:rsidR="008B6E1F" w:rsidRPr="008B6E1F" w:rsidRDefault="008B6E1F" w:rsidP="008B6E1F">
            <w:pPr>
              <w:spacing w:line="312" w:lineRule="auto"/>
              <w:rPr>
                <w:b/>
                <w:bCs/>
                <w:sz w:val="22"/>
              </w:rPr>
            </w:pPr>
            <w:r w:rsidRPr="008B6E1F">
              <w:rPr>
                <w:b/>
                <w:bCs/>
                <w:sz w:val="22"/>
              </w:rPr>
              <w:t xml:space="preserve">Imre Rammul </w:t>
            </w:r>
          </w:p>
          <w:p w14:paraId="4A7F0826" w14:textId="77777777" w:rsidR="00757E6A" w:rsidRDefault="00757E6A" w:rsidP="008B6E1F">
            <w:pPr>
              <w:spacing w:line="312" w:lineRule="auto"/>
              <w:rPr>
                <w:sz w:val="22"/>
              </w:rPr>
            </w:pPr>
          </w:p>
          <w:p w14:paraId="36B3C5E9" w14:textId="5E35A16F" w:rsidR="00631995" w:rsidRDefault="008B6E1F" w:rsidP="008B6E1F">
            <w:pPr>
              <w:spacing w:line="312" w:lineRule="auto"/>
              <w:rPr>
                <w:sz w:val="22"/>
              </w:rPr>
            </w:pPr>
            <w:r w:rsidRPr="008B6E1F">
              <w:rPr>
                <w:sz w:val="22"/>
              </w:rPr>
              <w:t xml:space="preserve">Ametinimetus: AIP grupi juht </w:t>
            </w:r>
          </w:p>
          <w:p w14:paraId="305C75B7" w14:textId="21057111" w:rsidR="008B6E1F" w:rsidRPr="008B6E1F" w:rsidRDefault="008B6E1F" w:rsidP="008B6E1F">
            <w:pPr>
              <w:spacing w:line="312" w:lineRule="auto"/>
              <w:rPr>
                <w:b/>
                <w:bCs/>
                <w:sz w:val="22"/>
              </w:rPr>
            </w:pPr>
            <w:r w:rsidRPr="008B6E1F">
              <w:rPr>
                <w:sz w:val="22"/>
              </w:rPr>
              <w:t xml:space="preserve">E-post: </w:t>
            </w:r>
            <w:hyperlink r:id="rId9" w:history="1">
              <w:r w:rsidRPr="008E4296">
                <w:rPr>
                  <w:rStyle w:val="Hyperlink"/>
                  <w:sz w:val="22"/>
                </w:rPr>
                <w:t>imre.rammul@eans.ee</w:t>
              </w:r>
            </w:hyperlink>
            <w:r w:rsidRPr="008B6E1F">
              <w:rPr>
                <w:sz w:val="22"/>
              </w:rPr>
              <w:t xml:space="preserve"> Telefon: 6</w:t>
            </w:r>
            <w:r w:rsidR="001C61AD">
              <w:rPr>
                <w:sz w:val="22"/>
              </w:rPr>
              <w:t>71</w:t>
            </w:r>
            <w:r w:rsidR="008E4296">
              <w:rPr>
                <w:sz w:val="22"/>
              </w:rPr>
              <w:t xml:space="preserve"> </w:t>
            </w:r>
            <w:r w:rsidR="001C61AD">
              <w:rPr>
                <w:sz w:val="22"/>
              </w:rPr>
              <w:t>0255</w:t>
            </w:r>
          </w:p>
        </w:tc>
        <w:tc>
          <w:tcPr>
            <w:tcW w:w="3396" w:type="dxa"/>
          </w:tcPr>
          <w:p w14:paraId="67CF01F9" w14:textId="77777777" w:rsidR="00447FF5" w:rsidRPr="00447FF5" w:rsidRDefault="008B6E1F" w:rsidP="008B6E1F">
            <w:pPr>
              <w:spacing w:line="312" w:lineRule="auto"/>
              <w:rPr>
                <w:b/>
                <w:bCs/>
                <w:sz w:val="22"/>
              </w:rPr>
            </w:pPr>
            <w:r w:rsidRPr="00447FF5">
              <w:rPr>
                <w:b/>
                <w:bCs/>
                <w:sz w:val="22"/>
              </w:rPr>
              <w:t xml:space="preserve">Tatjana Armulik </w:t>
            </w:r>
          </w:p>
          <w:p w14:paraId="197C960F" w14:textId="77777777" w:rsidR="00757E6A" w:rsidRDefault="008B6E1F" w:rsidP="008B6E1F">
            <w:pPr>
              <w:spacing w:line="312" w:lineRule="auto"/>
              <w:rPr>
                <w:sz w:val="22"/>
              </w:rPr>
            </w:pPr>
            <w:r w:rsidRPr="00216EC2">
              <w:rPr>
                <w:sz w:val="22"/>
              </w:rPr>
              <w:t xml:space="preserve">Ametinimetus: </w:t>
            </w:r>
          </w:p>
          <w:p w14:paraId="2E2C8776" w14:textId="3D163F06" w:rsidR="00447FF5" w:rsidRDefault="008B6E1F" w:rsidP="008B6E1F">
            <w:pPr>
              <w:spacing w:line="312" w:lineRule="auto"/>
              <w:rPr>
                <w:sz w:val="22"/>
              </w:rPr>
            </w:pPr>
            <w:r w:rsidRPr="00216EC2">
              <w:rPr>
                <w:sz w:val="22"/>
              </w:rPr>
              <w:t xml:space="preserve">Lennuinfo grupi juht </w:t>
            </w:r>
          </w:p>
          <w:p w14:paraId="661CC67E" w14:textId="5E965ABF" w:rsidR="008B6E1F" w:rsidRDefault="008B6E1F" w:rsidP="008B6E1F">
            <w:pPr>
              <w:spacing w:line="312" w:lineRule="auto"/>
              <w:rPr>
                <w:b/>
                <w:bCs/>
                <w:sz w:val="24"/>
                <w:szCs w:val="24"/>
              </w:rPr>
            </w:pPr>
            <w:r w:rsidRPr="00216EC2">
              <w:rPr>
                <w:sz w:val="22"/>
              </w:rPr>
              <w:t>E-post:</w:t>
            </w:r>
            <w:r w:rsidR="00447FF5">
              <w:rPr>
                <w:sz w:val="22"/>
              </w:rPr>
              <w:t xml:space="preserve"> </w:t>
            </w:r>
            <w:hyperlink r:id="rId10" w:history="1">
              <w:r w:rsidRPr="008E4296">
                <w:rPr>
                  <w:rStyle w:val="Hyperlink"/>
                  <w:sz w:val="22"/>
                </w:rPr>
                <w:t>tatjana.armulik@eans.ee</w:t>
              </w:r>
            </w:hyperlink>
            <w:r w:rsidRPr="00216EC2">
              <w:rPr>
                <w:sz w:val="22"/>
              </w:rPr>
              <w:t xml:space="preserve"> Telefon: </w:t>
            </w:r>
            <w:r w:rsidR="001C61AD">
              <w:rPr>
                <w:sz w:val="22"/>
              </w:rPr>
              <w:t>5191</w:t>
            </w:r>
            <w:r w:rsidR="008E4296">
              <w:rPr>
                <w:sz w:val="22"/>
              </w:rPr>
              <w:t xml:space="preserve"> </w:t>
            </w:r>
            <w:r w:rsidR="001C61AD">
              <w:rPr>
                <w:sz w:val="22"/>
              </w:rPr>
              <w:t>4953</w:t>
            </w:r>
          </w:p>
        </w:tc>
      </w:tr>
      <w:tr w:rsidR="008B6E1F" w14:paraId="1444A7BB" w14:textId="77777777" w:rsidTr="00447FF5">
        <w:tc>
          <w:tcPr>
            <w:tcW w:w="2830" w:type="dxa"/>
          </w:tcPr>
          <w:p w14:paraId="54BC0975" w14:textId="6539F909" w:rsidR="008B6E1F" w:rsidRPr="008B6E1F" w:rsidRDefault="008B6E1F" w:rsidP="008B6E1F">
            <w:pPr>
              <w:spacing w:line="312" w:lineRule="auto"/>
              <w:rPr>
                <w:b/>
                <w:bCs/>
                <w:sz w:val="22"/>
              </w:rPr>
            </w:pPr>
            <w:r w:rsidRPr="008B6E1F">
              <w:rPr>
                <w:sz w:val="22"/>
              </w:rPr>
              <w:t xml:space="preserve">Transpordiamet </w:t>
            </w:r>
          </w:p>
        </w:tc>
        <w:tc>
          <w:tcPr>
            <w:tcW w:w="3402" w:type="dxa"/>
          </w:tcPr>
          <w:p w14:paraId="187E6C20" w14:textId="77777777" w:rsidR="008B6E1F" w:rsidRPr="008B6E1F" w:rsidRDefault="008B6E1F" w:rsidP="008B6E1F">
            <w:pPr>
              <w:spacing w:line="312" w:lineRule="auto"/>
              <w:rPr>
                <w:b/>
                <w:bCs/>
                <w:sz w:val="22"/>
              </w:rPr>
            </w:pPr>
            <w:r w:rsidRPr="008B6E1F">
              <w:rPr>
                <w:b/>
                <w:bCs/>
                <w:sz w:val="22"/>
              </w:rPr>
              <w:t xml:space="preserve">Eve Härm </w:t>
            </w:r>
          </w:p>
          <w:p w14:paraId="67BE3838" w14:textId="7CFC61B5" w:rsidR="00631995" w:rsidRDefault="008B6E1F" w:rsidP="008B6E1F">
            <w:pPr>
              <w:spacing w:line="312" w:lineRule="auto"/>
              <w:rPr>
                <w:sz w:val="22"/>
              </w:rPr>
            </w:pPr>
            <w:r w:rsidRPr="008B6E1F">
              <w:rPr>
                <w:sz w:val="22"/>
              </w:rPr>
              <w:t xml:space="preserve">Ametinimetus: </w:t>
            </w:r>
            <w:proofErr w:type="spellStart"/>
            <w:r w:rsidRPr="008B6E1F">
              <w:rPr>
                <w:sz w:val="22"/>
              </w:rPr>
              <w:t>lennuliiklusteeninduse</w:t>
            </w:r>
            <w:proofErr w:type="spellEnd"/>
            <w:r w:rsidRPr="008B6E1F">
              <w:rPr>
                <w:sz w:val="22"/>
              </w:rPr>
              <w:t xml:space="preserve"> ja lennuväljade </w:t>
            </w:r>
            <w:r w:rsidR="001313EA">
              <w:rPr>
                <w:sz w:val="22"/>
              </w:rPr>
              <w:t>osakonna</w:t>
            </w:r>
            <w:r w:rsidRPr="008B6E1F">
              <w:rPr>
                <w:sz w:val="22"/>
              </w:rPr>
              <w:t xml:space="preserve"> juhataja </w:t>
            </w:r>
          </w:p>
          <w:p w14:paraId="4CC3BE1F" w14:textId="284E6F68" w:rsidR="008B6E1F" w:rsidRPr="008B6E1F" w:rsidRDefault="008B6E1F" w:rsidP="008B6E1F">
            <w:pPr>
              <w:spacing w:line="312" w:lineRule="auto"/>
              <w:rPr>
                <w:b/>
                <w:bCs/>
                <w:sz w:val="22"/>
              </w:rPr>
            </w:pPr>
            <w:r w:rsidRPr="008B6E1F">
              <w:rPr>
                <w:sz w:val="22"/>
              </w:rPr>
              <w:t xml:space="preserve">E-post: </w:t>
            </w:r>
            <w:hyperlink r:id="rId11" w:history="1">
              <w:r w:rsidRPr="008E4296">
                <w:rPr>
                  <w:rStyle w:val="Hyperlink"/>
                  <w:sz w:val="22"/>
                </w:rPr>
                <w:t>eve.harm@transpordiamet.ee</w:t>
              </w:r>
            </w:hyperlink>
            <w:r w:rsidRPr="008B6E1F">
              <w:rPr>
                <w:sz w:val="22"/>
              </w:rPr>
              <w:t xml:space="preserve"> Telefon: 5813</w:t>
            </w:r>
            <w:r w:rsidR="008E4296">
              <w:rPr>
                <w:sz w:val="22"/>
              </w:rPr>
              <w:t xml:space="preserve"> </w:t>
            </w:r>
            <w:r w:rsidRPr="008B6E1F">
              <w:rPr>
                <w:sz w:val="22"/>
              </w:rPr>
              <w:t>0721</w:t>
            </w:r>
          </w:p>
        </w:tc>
        <w:tc>
          <w:tcPr>
            <w:tcW w:w="3396" w:type="dxa"/>
          </w:tcPr>
          <w:p w14:paraId="0C618554" w14:textId="77777777" w:rsidR="008B6E1F" w:rsidRDefault="008B6E1F" w:rsidP="008B6E1F">
            <w:pPr>
              <w:spacing w:line="312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7D48C0EA" w14:textId="77777777" w:rsidR="00013D63" w:rsidRPr="005B30F1" w:rsidRDefault="00013D63" w:rsidP="00E61E48">
      <w:pPr>
        <w:spacing w:line="312" w:lineRule="auto"/>
        <w:jc w:val="both"/>
        <w:rPr>
          <w:b/>
          <w:bCs/>
          <w:sz w:val="24"/>
          <w:szCs w:val="24"/>
        </w:rPr>
      </w:pPr>
    </w:p>
    <w:p w14:paraId="71073D16" w14:textId="514134DE" w:rsidR="008E4296" w:rsidRPr="005B30F1" w:rsidRDefault="008E4296" w:rsidP="005B30F1">
      <w:pPr>
        <w:pStyle w:val="ListParagraph"/>
        <w:numPr>
          <w:ilvl w:val="0"/>
          <w:numId w:val="12"/>
        </w:numPr>
        <w:tabs>
          <w:tab w:val="left" w:pos="7970"/>
          <w:tab w:val="right" w:pos="9638"/>
        </w:tabs>
        <w:spacing w:line="312" w:lineRule="auto"/>
        <w:jc w:val="both"/>
        <w:rPr>
          <w:b/>
          <w:bCs/>
          <w:sz w:val="24"/>
          <w:szCs w:val="24"/>
        </w:rPr>
      </w:pPr>
      <w:bookmarkStart w:id="0" w:name="_Hlk156386334"/>
      <w:r w:rsidRPr="005B30F1">
        <w:rPr>
          <w:b/>
          <w:bCs/>
          <w:sz w:val="24"/>
          <w:szCs w:val="24"/>
        </w:rPr>
        <w:t>Teabe koostaja vastutavad isikud</w:t>
      </w:r>
    </w:p>
    <w:p w14:paraId="3DBF677C" w14:textId="77777777" w:rsidR="008E4296" w:rsidRPr="00E867FE" w:rsidRDefault="008E4296" w:rsidP="008E4296">
      <w:pPr>
        <w:spacing w:line="312" w:lineRule="auto"/>
        <w:jc w:val="both"/>
        <w:rPr>
          <w:rFonts w:ascii="Arial" w:hAnsi="Arial" w:cs="Arial"/>
          <w:b/>
          <w:bCs/>
          <w:sz w:val="22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87"/>
        <w:gridCol w:w="2144"/>
        <w:gridCol w:w="2470"/>
        <w:gridCol w:w="2433"/>
      </w:tblGrid>
      <w:tr w:rsidR="008E4296" w:rsidRPr="00E867FE" w14:paraId="171B2C33" w14:textId="77777777" w:rsidTr="002E7B4E">
        <w:tc>
          <w:tcPr>
            <w:tcW w:w="2589" w:type="dxa"/>
          </w:tcPr>
          <w:p w14:paraId="72F1C880" w14:textId="77777777" w:rsidR="008E4296" w:rsidRPr="005B30F1" w:rsidRDefault="008E4296" w:rsidP="007D4DE7">
            <w:pPr>
              <w:spacing w:line="312" w:lineRule="auto"/>
              <w:jc w:val="center"/>
              <w:rPr>
                <w:rFonts w:cstheme="minorHAnsi"/>
                <w:b/>
                <w:bCs/>
                <w:sz w:val="22"/>
              </w:rPr>
            </w:pPr>
            <w:r w:rsidRPr="005B30F1">
              <w:rPr>
                <w:rFonts w:cstheme="minorHAnsi"/>
                <w:b/>
                <w:bCs/>
                <w:sz w:val="22"/>
              </w:rPr>
              <w:t>Organisatsioon</w:t>
            </w:r>
          </w:p>
        </w:tc>
        <w:tc>
          <w:tcPr>
            <w:tcW w:w="2163" w:type="dxa"/>
          </w:tcPr>
          <w:p w14:paraId="40A5C924" w14:textId="77777777" w:rsidR="008E4296" w:rsidRPr="005B30F1" w:rsidRDefault="008E4296" w:rsidP="007D4DE7">
            <w:pPr>
              <w:spacing w:line="312" w:lineRule="auto"/>
              <w:jc w:val="center"/>
              <w:rPr>
                <w:rFonts w:cstheme="minorHAnsi"/>
                <w:b/>
                <w:bCs/>
                <w:sz w:val="22"/>
              </w:rPr>
            </w:pPr>
            <w:r w:rsidRPr="005B30F1">
              <w:rPr>
                <w:rFonts w:cstheme="minorHAnsi"/>
                <w:b/>
                <w:bCs/>
                <w:sz w:val="22"/>
              </w:rPr>
              <w:t>Allasutus</w:t>
            </w:r>
          </w:p>
        </w:tc>
        <w:tc>
          <w:tcPr>
            <w:tcW w:w="2487" w:type="dxa"/>
          </w:tcPr>
          <w:p w14:paraId="3322409F" w14:textId="77777777" w:rsidR="008E4296" w:rsidRPr="005B30F1" w:rsidRDefault="008E4296" w:rsidP="007D4DE7">
            <w:pPr>
              <w:spacing w:line="312" w:lineRule="auto"/>
              <w:jc w:val="center"/>
              <w:rPr>
                <w:rFonts w:cstheme="minorHAnsi"/>
                <w:b/>
                <w:bCs/>
                <w:sz w:val="22"/>
              </w:rPr>
            </w:pPr>
            <w:r w:rsidRPr="005B30F1">
              <w:rPr>
                <w:rFonts w:cstheme="minorHAnsi"/>
                <w:b/>
                <w:bCs/>
                <w:sz w:val="22"/>
              </w:rPr>
              <w:t>Vastutav isik</w:t>
            </w:r>
          </w:p>
        </w:tc>
        <w:tc>
          <w:tcPr>
            <w:tcW w:w="2395" w:type="dxa"/>
          </w:tcPr>
          <w:p w14:paraId="4415E5BC" w14:textId="77777777" w:rsidR="008E4296" w:rsidRPr="005B30F1" w:rsidRDefault="008E4296" w:rsidP="007D4DE7">
            <w:pPr>
              <w:spacing w:line="312" w:lineRule="auto"/>
              <w:jc w:val="center"/>
              <w:rPr>
                <w:rFonts w:cstheme="minorHAnsi"/>
                <w:b/>
                <w:bCs/>
                <w:sz w:val="22"/>
              </w:rPr>
            </w:pPr>
            <w:r w:rsidRPr="005B30F1">
              <w:rPr>
                <w:rFonts w:cstheme="minorHAnsi"/>
                <w:b/>
                <w:bCs/>
                <w:sz w:val="22"/>
              </w:rPr>
              <w:t>Kontakt</w:t>
            </w:r>
          </w:p>
        </w:tc>
      </w:tr>
      <w:tr w:rsidR="00B40B57" w:rsidRPr="00E867FE" w14:paraId="095781EA" w14:textId="77777777" w:rsidTr="002E7B4E">
        <w:trPr>
          <w:trHeight w:val="414"/>
        </w:trPr>
        <w:tc>
          <w:tcPr>
            <w:tcW w:w="2589" w:type="dxa"/>
          </w:tcPr>
          <w:p w14:paraId="087B5E46" w14:textId="671C02F5" w:rsidR="00B40B57" w:rsidRPr="005B30F1" w:rsidRDefault="00B40B57" w:rsidP="00B40B57">
            <w:pPr>
              <w:spacing w:line="312" w:lineRule="auto"/>
              <w:rPr>
                <w:rFonts w:cstheme="minorHAnsi"/>
                <w:bCs/>
                <w:sz w:val="22"/>
              </w:rPr>
            </w:pPr>
            <w:r>
              <w:rPr>
                <w:rFonts w:cstheme="minorHAnsi"/>
                <w:bCs/>
                <w:sz w:val="22"/>
              </w:rPr>
              <w:t>Rahandusministeerium</w:t>
            </w:r>
          </w:p>
        </w:tc>
        <w:tc>
          <w:tcPr>
            <w:tcW w:w="2163" w:type="dxa"/>
          </w:tcPr>
          <w:p w14:paraId="7FDC4A50" w14:textId="4B6CD663" w:rsidR="00B40B57" w:rsidRPr="005B30F1" w:rsidRDefault="00B40B57" w:rsidP="00B40B57">
            <w:pPr>
              <w:spacing w:line="312" w:lineRule="auto"/>
              <w:rPr>
                <w:rFonts w:cstheme="minorHAnsi"/>
                <w:bCs/>
                <w:sz w:val="22"/>
              </w:rPr>
            </w:pPr>
            <w:r w:rsidRPr="005B30F1">
              <w:rPr>
                <w:sz w:val="22"/>
              </w:rPr>
              <w:t>Maksu- ja Tolliamet</w:t>
            </w:r>
          </w:p>
        </w:tc>
        <w:tc>
          <w:tcPr>
            <w:tcW w:w="2487" w:type="dxa"/>
          </w:tcPr>
          <w:p w14:paraId="7AD1EC1B" w14:textId="77777777" w:rsidR="00B40B57" w:rsidRPr="00612413" w:rsidRDefault="00B40B57" w:rsidP="00B40B57">
            <w:pPr>
              <w:spacing w:line="312" w:lineRule="auto"/>
              <w:rPr>
                <w:b/>
                <w:bCs/>
                <w:sz w:val="22"/>
              </w:rPr>
            </w:pPr>
            <w:r w:rsidRPr="00612413">
              <w:rPr>
                <w:b/>
                <w:bCs/>
                <w:sz w:val="22"/>
              </w:rPr>
              <w:t xml:space="preserve">Darja </w:t>
            </w:r>
            <w:proofErr w:type="spellStart"/>
            <w:r w:rsidRPr="00612413">
              <w:rPr>
                <w:b/>
                <w:bCs/>
                <w:sz w:val="22"/>
              </w:rPr>
              <w:t>Ralkina</w:t>
            </w:r>
            <w:proofErr w:type="spellEnd"/>
          </w:p>
          <w:p w14:paraId="411BE9AE" w14:textId="03F97989" w:rsidR="00B40B57" w:rsidRPr="005B30F1" w:rsidRDefault="00B40B57" w:rsidP="00B40B57">
            <w:pPr>
              <w:spacing w:line="312" w:lineRule="auto"/>
              <w:rPr>
                <w:rFonts w:cstheme="minorHAnsi"/>
                <w:bCs/>
                <w:sz w:val="22"/>
              </w:rPr>
            </w:pPr>
            <w:r>
              <w:rPr>
                <w:sz w:val="22"/>
              </w:rPr>
              <w:t>Ametinimetus: teenusejuht</w:t>
            </w:r>
          </w:p>
        </w:tc>
        <w:tc>
          <w:tcPr>
            <w:tcW w:w="2395" w:type="dxa"/>
          </w:tcPr>
          <w:p w14:paraId="74827EF0" w14:textId="50195AE0" w:rsidR="00B40B57" w:rsidRDefault="00B40B57" w:rsidP="00B40B57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 xml:space="preserve">E-post: </w:t>
            </w:r>
            <w:hyperlink r:id="rId12" w:history="1">
              <w:r w:rsidRPr="0024583C">
                <w:rPr>
                  <w:rStyle w:val="Hyperlink"/>
                  <w:sz w:val="22"/>
                </w:rPr>
                <w:t>darja.ralkina@emta.ee</w:t>
              </w:r>
            </w:hyperlink>
            <w:r>
              <w:rPr>
                <w:sz w:val="22"/>
              </w:rPr>
              <w:t xml:space="preserve"> </w:t>
            </w:r>
          </w:p>
          <w:p w14:paraId="3E2E17E5" w14:textId="2BD94E94" w:rsidR="00B40B57" w:rsidRPr="005B30F1" w:rsidRDefault="00B40B57" w:rsidP="00B40B57">
            <w:pPr>
              <w:spacing w:line="312" w:lineRule="auto"/>
              <w:rPr>
                <w:rFonts w:cstheme="minorHAnsi"/>
                <w:bCs/>
                <w:sz w:val="22"/>
              </w:rPr>
            </w:pPr>
            <w:r>
              <w:rPr>
                <w:sz w:val="22"/>
              </w:rPr>
              <w:t xml:space="preserve">Telefon: </w:t>
            </w:r>
            <w:r w:rsidRPr="00B40B57">
              <w:rPr>
                <w:sz w:val="22"/>
              </w:rPr>
              <w:t>676 1001</w:t>
            </w:r>
          </w:p>
        </w:tc>
      </w:tr>
      <w:tr w:rsidR="00B40B57" w:rsidRPr="00E867FE" w14:paraId="0A7D3548" w14:textId="77777777" w:rsidTr="002E7B4E">
        <w:trPr>
          <w:trHeight w:val="414"/>
        </w:trPr>
        <w:tc>
          <w:tcPr>
            <w:tcW w:w="2589" w:type="dxa"/>
          </w:tcPr>
          <w:p w14:paraId="609858F9" w14:textId="77777777" w:rsidR="00B40B57" w:rsidRPr="005B30F1" w:rsidRDefault="00B40B57" w:rsidP="00B40B57">
            <w:pPr>
              <w:spacing w:line="312" w:lineRule="auto"/>
              <w:rPr>
                <w:rFonts w:cstheme="minorHAnsi"/>
                <w:bCs/>
                <w:sz w:val="22"/>
              </w:rPr>
            </w:pPr>
          </w:p>
        </w:tc>
        <w:tc>
          <w:tcPr>
            <w:tcW w:w="2163" w:type="dxa"/>
          </w:tcPr>
          <w:p w14:paraId="4F9A278A" w14:textId="77777777" w:rsidR="00B40B57" w:rsidRPr="005B30F1" w:rsidRDefault="00B40B57" w:rsidP="00B40B57">
            <w:pPr>
              <w:spacing w:line="312" w:lineRule="auto"/>
              <w:rPr>
                <w:sz w:val="22"/>
              </w:rPr>
            </w:pPr>
          </w:p>
        </w:tc>
        <w:tc>
          <w:tcPr>
            <w:tcW w:w="2487" w:type="dxa"/>
          </w:tcPr>
          <w:p w14:paraId="153E0951" w14:textId="77777777" w:rsidR="00B40B57" w:rsidRPr="00612413" w:rsidRDefault="00B40B57" w:rsidP="00B40B57">
            <w:pPr>
              <w:spacing w:line="312" w:lineRule="auto"/>
              <w:rPr>
                <w:b/>
                <w:bCs/>
                <w:sz w:val="22"/>
              </w:rPr>
            </w:pPr>
            <w:r w:rsidRPr="00612413">
              <w:rPr>
                <w:b/>
                <w:bCs/>
                <w:sz w:val="22"/>
              </w:rPr>
              <w:t>Tiina Kõva</w:t>
            </w:r>
          </w:p>
          <w:p w14:paraId="67EBC63A" w14:textId="10A98B5E" w:rsidR="00B40B57" w:rsidRDefault="00B40B57" w:rsidP="00B40B57">
            <w:pPr>
              <w:spacing w:line="312" w:lineRule="auto"/>
              <w:rPr>
                <w:rStyle w:val="Strong"/>
              </w:rPr>
            </w:pPr>
            <w:r>
              <w:rPr>
                <w:sz w:val="22"/>
              </w:rPr>
              <w:t>Ametinimetus: teenusejuht</w:t>
            </w:r>
          </w:p>
        </w:tc>
        <w:tc>
          <w:tcPr>
            <w:tcW w:w="2395" w:type="dxa"/>
          </w:tcPr>
          <w:p w14:paraId="53816808" w14:textId="30353DF9" w:rsidR="00B40B57" w:rsidRDefault="00B40B57" w:rsidP="00B40B57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 xml:space="preserve">E-post: </w:t>
            </w:r>
            <w:hyperlink r:id="rId13" w:history="1">
              <w:r w:rsidRPr="0024583C">
                <w:rPr>
                  <w:rStyle w:val="Hyperlink"/>
                  <w:sz w:val="22"/>
                </w:rPr>
                <w:t>tiina.kova@emta.ee</w:t>
              </w:r>
            </w:hyperlink>
            <w:r>
              <w:rPr>
                <w:sz w:val="22"/>
              </w:rPr>
              <w:t xml:space="preserve"> </w:t>
            </w:r>
          </w:p>
          <w:p w14:paraId="5B208AE4" w14:textId="3D73CD62" w:rsidR="00B40B57" w:rsidRPr="005B30F1" w:rsidRDefault="00B40B57" w:rsidP="00B40B57">
            <w:pPr>
              <w:spacing w:line="312" w:lineRule="auto"/>
              <w:rPr>
                <w:rFonts w:cstheme="minorHAnsi"/>
                <w:bCs/>
                <w:sz w:val="22"/>
              </w:rPr>
            </w:pPr>
            <w:r>
              <w:rPr>
                <w:sz w:val="22"/>
              </w:rPr>
              <w:t>Telefon: 5696 1948</w:t>
            </w:r>
          </w:p>
        </w:tc>
      </w:tr>
      <w:tr w:rsidR="00B40B57" w:rsidRPr="00E867FE" w14:paraId="3BAF511F" w14:textId="77777777" w:rsidTr="002E7B4E">
        <w:trPr>
          <w:trHeight w:val="414"/>
        </w:trPr>
        <w:tc>
          <w:tcPr>
            <w:tcW w:w="2589" w:type="dxa"/>
          </w:tcPr>
          <w:p w14:paraId="2BD7C773" w14:textId="77777777" w:rsidR="00B40B57" w:rsidRPr="005B30F1" w:rsidRDefault="00B40B57" w:rsidP="00B40B57">
            <w:pPr>
              <w:spacing w:line="312" w:lineRule="auto"/>
              <w:rPr>
                <w:rFonts w:cstheme="minorHAnsi"/>
                <w:bCs/>
                <w:sz w:val="22"/>
              </w:rPr>
            </w:pPr>
          </w:p>
        </w:tc>
        <w:tc>
          <w:tcPr>
            <w:tcW w:w="2163" w:type="dxa"/>
          </w:tcPr>
          <w:p w14:paraId="100B6185" w14:textId="77777777" w:rsidR="00B40B57" w:rsidRPr="005B30F1" w:rsidRDefault="00B40B57" w:rsidP="00B40B57">
            <w:pPr>
              <w:spacing w:line="312" w:lineRule="auto"/>
              <w:rPr>
                <w:sz w:val="22"/>
              </w:rPr>
            </w:pPr>
          </w:p>
        </w:tc>
        <w:tc>
          <w:tcPr>
            <w:tcW w:w="2487" w:type="dxa"/>
          </w:tcPr>
          <w:p w14:paraId="4FC7DA1E" w14:textId="77777777" w:rsidR="00B40B57" w:rsidRPr="00612413" w:rsidRDefault="00B40B57" w:rsidP="00B40B57">
            <w:pPr>
              <w:spacing w:line="312" w:lineRule="auto"/>
              <w:rPr>
                <w:b/>
                <w:bCs/>
                <w:sz w:val="22"/>
              </w:rPr>
            </w:pPr>
            <w:r w:rsidRPr="00612413">
              <w:rPr>
                <w:b/>
                <w:bCs/>
                <w:sz w:val="22"/>
              </w:rPr>
              <w:t xml:space="preserve">Jaanus </w:t>
            </w:r>
            <w:proofErr w:type="spellStart"/>
            <w:r w:rsidRPr="00612413">
              <w:rPr>
                <w:b/>
                <w:bCs/>
                <w:sz w:val="22"/>
              </w:rPr>
              <w:t>Kahn</w:t>
            </w:r>
            <w:proofErr w:type="spellEnd"/>
            <w:r w:rsidRPr="00612413">
              <w:rPr>
                <w:b/>
                <w:bCs/>
                <w:sz w:val="22"/>
              </w:rPr>
              <w:t xml:space="preserve"> </w:t>
            </w:r>
          </w:p>
          <w:p w14:paraId="1FA8DD85" w14:textId="41079228" w:rsidR="00B40B57" w:rsidRPr="005B30F1" w:rsidRDefault="00B40B57" w:rsidP="00B40B57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Ametinimetus: talituse juhataja</w:t>
            </w:r>
          </w:p>
        </w:tc>
        <w:tc>
          <w:tcPr>
            <w:tcW w:w="2395" w:type="dxa"/>
          </w:tcPr>
          <w:p w14:paraId="5A7ED987" w14:textId="07AC953C" w:rsidR="00B40B57" w:rsidRDefault="00B40B57" w:rsidP="00B40B57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E-post: </w:t>
            </w:r>
            <w:hyperlink r:id="rId14" w:history="1">
              <w:r w:rsidRPr="0024583C">
                <w:rPr>
                  <w:rStyle w:val="Hyperlink"/>
                  <w:sz w:val="22"/>
                </w:rPr>
                <w:t>jaanus.kahn@emta.ee</w:t>
              </w:r>
            </w:hyperlink>
            <w:r>
              <w:rPr>
                <w:sz w:val="22"/>
              </w:rPr>
              <w:t xml:space="preserve"> </w:t>
            </w:r>
          </w:p>
          <w:p w14:paraId="4F6BF772" w14:textId="0D05B46A" w:rsidR="00B40B57" w:rsidRDefault="00B40B57" w:rsidP="00B40B57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Telefon: 5342 4805</w:t>
            </w:r>
          </w:p>
          <w:p w14:paraId="2C47059E" w14:textId="77777777" w:rsidR="00B40B57" w:rsidRDefault="00B40B57" w:rsidP="00B40B57">
            <w:pPr>
              <w:spacing w:line="312" w:lineRule="auto"/>
              <w:rPr>
                <w:sz w:val="22"/>
              </w:rPr>
            </w:pPr>
          </w:p>
        </w:tc>
      </w:tr>
      <w:bookmarkEnd w:id="0"/>
    </w:tbl>
    <w:p w14:paraId="7956EB33" w14:textId="77777777" w:rsidR="00757E6A" w:rsidRDefault="00757E6A" w:rsidP="005B30F1">
      <w:pPr>
        <w:tabs>
          <w:tab w:val="left" w:pos="7970"/>
          <w:tab w:val="right" w:pos="9638"/>
        </w:tabs>
        <w:spacing w:line="312" w:lineRule="auto"/>
        <w:jc w:val="both"/>
        <w:rPr>
          <w:b/>
          <w:bCs/>
          <w:sz w:val="24"/>
          <w:szCs w:val="24"/>
        </w:rPr>
      </w:pPr>
    </w:p>
    <w:p w14:paraId="528F97CC" w14:textId="77777777" w:rsidR="00757E6A" w:rsidRDefault="00757E6A" w:rsidP="005B30F1">
      <w:pPr>
        <w:tabs>
          <w:tab w:val="left" w:pos="7970"/>
          <w:tab w:val="right" w:pos="9638"/>
        </w:tabs>
        <w:spacing w:line="312" w:lineRule="auto"/>
        <w:jc w:val="both"/>
        <w:rPr>
          <w:b/>
          <w:bCs/>
          <w:sz w:val="24"/>
          <w:szCs w:val="24"/>
        </w:rPr>
      </w:pPr>
    </w:p>
    <w:p w14:paraId="49D267BF" w14:textId="7F0088DE" w:rsidR="00013D63" w:rsidRPr="00757E6A" w:rsidRDefault="008E4296" w:rsidP="005B30F1">
      <w:pPr>
        <w:tabs>
          <w:tab w:val="left" w:pos="7970"/>
          <w:tab w:val="right" w:pos="9638"/>
        </w:tabs>
        <w:spacing w:line="312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="00013D63" w:rsidRPr="005B30F1">
        <w:rPr>
          <w:b/>
          <w:bCs/>
          <w:sz w:val="24"/>
          <w:szCs w:val="24"/>
        </w:rPr>
        <w:t xml:space="preserve">Teabe </w:t>
      </w:r>
      <w:bookmarkStart w:id="1" w:name="_Hlk156386369"/>
      <w:r w:rsidRPr="005B30F1">
        <w:rPr>
          <w:b/>
          <w:bCs/>
          <w:sz w:val="24"/>
          <w:szCs w:val="24"/>
        </w:rPr>
        <w:t xml:space="preserve">koostaja volitatud </w:t>
      </w:r>
      <w:r w:rsidR="008069CF">
        <w:rPr>
          <w:b/>
          <w:bCs/>
          <w:sz w:val="24"/>
          <w:szCs w:val="24"/>
        </w:rPr>
        <w:t>T</w:t>
      </w:r>
      <w:r w:rsidRPr="005B30F1">
        <w:rPr>
          <w:b/>
          <w:bCs/>
          <w:sz w:val="24"/>
          <w:szCs w:val="24"/>
        </w:rPr>
        <w:t xml:space="preserve">eabe </w:t>
      </w:r>
      <w:proofErr w:type="spellStart"/>
      <w:r w:rsidRPr="005B30F1">
        <w:rPr>
          <w:b/>
          <w:bCs/>
          <w:sz w:val="24"/>
          <w:szCs w:val="24"/>
        </w:rPr>
        <w:t>edastajad</w:t>
      </w:r>
      <w:proofErr w:type="spellEnd"/>
      <w:r>
        <w:rPr>
          <w:b/>
          <w:bCs/>
          <w:sz w:val="24"/>
          <w:szCs w:val="24"/>
        </w:rPr>
        <w:t xml:space="preserve"> </w:t>
      </w:r>
      <w:bookmarkEnd w:id="1"/>
      <w:r w:rsidR="00E31A86" w:rsidRPr="00757E6A">
        <w:rPr>
          <w:b/>
          <w:bCs/>
          <w:sz w:val="24"/>
          <w:szCs w:val="24"/>
        </w:rPr>
        <w:tab/>
      </w:r>
      <w:r w:rsidR="00E31A86" w:rsidRPr="00757E6A">
        <w:rPr>
          <w:b/>
          <w:bCs/>
          <w:sz w:val="24"/>
          <w:szCs w:val="24"/>
        </w:rPr>
        <w:tab/>
      </w:r>
    </w:p>
    <w:p w14:paraId="3EFF261F" w14:textId="5D6652A5" w:rsidR="00236120" w:rsidRDefault="00236120" w:rsidP="00E61E48">
      <w:pPr>
        <w:spacing w:line="312" w:lineRule="auto"/>
        <w:jc w:val="both"/>
        <w:rPr>
          <w:b/>
          <w:bCs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830"/>
        <w:gridCol w:w="3402"/>
        <w:gridCol w:w="3402"/>
      </w:tblGrid>
      <w:tr w:rsidR="00587C26" w:rsidRPr="008B6E1F" w14:paraId="680D7D7F" w14:textId="77777777" w:rsidTr="00631995">
        <w:tc>
          <w:tcPr>
            <w:tcW w:w="2830" w:type="dxa"/>
          </w:tcPr>
          <w:p w14:paraId="5B53C729" w14:textId="77777777" w:rsidR="00587C26" w:rsidRPr="00587C26" w:rsidRDefault="00587C26" w:rsidP="00F81571">
            <w:pPr>
              <w:spacing w:line="312" w:lineRule="auto"/>
              <w:jc w:val="center"/>
              <w:rPr>
                <w:b/>
                <w:bCs/>
                <w:sz w:val="22"/>
              </w:rPr>
            </w:pPr>
            <w:r w:rsidRPr="00587C26">
              <w:rPr>
                <w:b/>
                <w:bCs/>
                <w:sz w:val="22"/>
              </w:rPr>
              <w:t>Organisatsioon</w:t>
            </w:r>
          </w:p>
        </w:tc>
        <w:tc>
          <w:tcPr>
            <w:tcW w:w="3402" w:type="dxa"/>
          </w:tcPr>
          <w:p w14:paraId="380C459D" w14:textId="05E0710C" w:rsidR="00587C26" w:rsidRPr="00587C26" w:rsidRDefault="00587C26" w:rsidP="00F81571">
            <w:pPr>
              <w:spacing w:line="312" w:lineRule="auto"/>
              <w:jc w:val="center"/>
              <w:rPr>
                <w:b/>
                <w:bCs/>
                <w:sz w:val="22"/>
              </w:rPr>
            </w:pPr>
            <w:r w:rsidRPr="00587C26">
              <w:rPr>
                <w:b/>
                <w:bCs/>
                <w:sz w:val="22"/>
              </w:rPr>
              <w:t xml:space="preserve">Teabe </w:t>
            </w:r>
            <w:proofErr w:type="spellStart"/>
            <w:r w:rsidRPr="00587C26">
              <w:rPr>
                <w:b/>
                <w:bCs/>
                <w:sz w:val="22"/>
              </w:rPr>
              <w:t>edastaja</w:t>
            </w:r>
            <w:proofErr w:type="spellEnd"/>
          </w:p>
        </w:tc>
        <w:tc>
          <w:tcPr>
            <w:tcW w:w="3402" w:type="dxa"/>
          </w:tcPr>
          <w:p w14:paraId="49D76A15" w14:textId="70EBC1E1" w:rsidR="00587C26" w:rsidRPr="00587C26" w:rsidRDefault="00587C26" w:rsidP="00F81571">
            <w:pPr>
              <w:spacing w:line="312" w:lineRule="auto"/>
              <w:jc w:val="center"/>
              <w:rPr>
                <w:b/>
                <w:bCs/>
                <w:sz w:val="22"/>
              </w:rPr>
            </w:pPr>
            <w:r w:rsidRPr="00587C26">
              <w:rPr>
                <w:b/>
                <w:bCs/>
                <w:sz w:val="22"/>
              </w:rPr>
              <w:t>Kontakt</w:t>
            </w:r>
          </w:p>
        </w:tc>
      </w:tr>
      <w:tr w:rsidR="00447FF5" w:rsidRPr="008B6E1F" w14:paraId="4E25B31C" w14:textId="77777777" w:rsidTr="00631995">
        <w:tc>
          <w:tcPr>
            <w:tcW w:w="2830" w:type="dxa"/>
          </w:tcPr>
          <w:p w14:paraId="6894511E" w14:textId="3E61A0FF" w:rsidR="00447FF5" w:rsidRPr="00587C26" w:rsidRDefault="005B30F1" w:rsidP="00A754C8">
            <w:pPr>
              <w:spacing w:line="312" w:lineRule="auto"/>
              <w:rPr>
                <w:sz w:val="22"/>
              </w:rPr>
            </w:pPr>
            <w:r w:rsidRPr="005B30F1">
              <w:rPr>
                <w:sz w:val="22"/>
              </w:rPr>
              <w:t>Maksu- ja Tolliamet</w:t>
            </w:r>
          </w:p>
        </w:tc>
        <w:tc>
          <w:tcPr>
            <w:tcW w:w="6804" w:type="dxa"/>
            <w:gridSpan w:val="2"/>
          </w:tcPr>
          <w:p w14:paraId="12B1E833" w14:textId="056DB45B" w:rsidR="00447FF5" w:rsidRPr="00612413" w:rsidRDefault="007F7B6C" w:rsidP="00447FF5">
            <w:pPr>
              <w:spacing w:line="312" w:lineRule="auto"/>
              <w:jc w:val="both"/>
              <w:rPr>
                <w:b/>
                <w:bCs/>
                <w:sz w:val="22"/>
              </w:rPr>
            </w:pPr>
            <w:r w:rsidRPr="00612413">
              <w:rPr>
                <w:rStyle w:val="Strong"/>
                <w:sz w:val="22"/>
              </w:rPr>
              <w:t xml:space="preserve">Püsiva iseloomuga </w:t>
            </w:r>
            <w:proofErr w:type="spellStart"/>
            <w:r w:rsidRPr="00612413">
              <w:rPr>
                <w:rStyle w:val="Strong"/>
                <w:sz w:val="22"/>
              </w:rPr>
              <w:t>aeronavigatsiooniteabe</w:t>
            </w:r>
            <w:proofErr w:type="spellEnd"/>
            <w:r w:rsidRPr="00612413">
              <w:rPr>
                <w:rStyle w:val="Strong"/>
                <w:sz w:val="22"/>
              </w:rPr>
              <w:t xml:space="preserve"> edastamine AIP grupile:</w:t>
            </w:r>
          </w:p>
        </w:tc>
      </w:tr>
      <w:tr w:rsidR="00447FF5" w:rsidRPr="008B6E1F" w14:paraId="763F2548" w14:textId="77777777" w:rsidTr="00631995">
        <w:tc>
          <w:tcPr>
            <w:tcW w:w="2830" w:type="dxa"/>
          </w:tcPr>
          <w:p w14:paraId="022A4025" w14:textId="7991EDA9" w:rsidR="00447FF5" w:rsidRPr="00587C26" w:rsidRDefault="00447FF5" w:rsidP="00A754C8">
            <w:pPr>
              <w:spacing w:line="312" w:lineRule="auto"/>
              <w:rPr>
                <w:sz w:val="22"/>
              </w:rPr>
            </w:pPr>
          </w:p>
        </w:tc>
        <w:tc>
          <w:tcPr>
            <w:tcW w:w="3402" w:type="dxa"/>
          </w:tcPr>
          <w:p w14:paraId="00E6249E" w14:textId="77777777" w:rsidR="00447FF5" w:rsidRPr="00612413" w:rsidRDefault="005B30F1" w:rsidP="00A754C8">
            <w:pPr>
              <w:spacing w:line="312" w:lineRule="auto"/>
              <w:rPr>
                <w:b/>
                <w:bCs/>
                <w:sz w:val="22"/>
              </w:rPr>
            </w:pPr>
            <w:r w:rsidRPr="00612413">
              <w:rPr>
                <w:b/>
                <w:bCs/>
                <w:sz w:val="22"/>
              </w:rPr>
              <w:t>Darja Ralkina</w:t>
            </w:r>
          </w:p>
          <w:p w14:paraId="00126757" w14:textId="552A75D0" w:rsidR="005B30F1" w:rsidRDefault="005B30F1" w:rsidP="00A754C8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Ametinimetus:</w:t>
            </w:r>
            <w:r w:rsidR="00D13A5E">
              <w:rPr>
                <w:sz w:val="22"/>
              </w:rPr>
              <w:t xml:space="preserve"> teenusejuht</w:t>
            </w:r>
          </w:p>
          <w:p w14:paraId="29EB8896" w14:textId="4D7BB5A8" w:rsidR="005B30F1" w:rsidRPr="00587C26" w:rsidRDefault="005B30F1" w:rsidP="005B30F1">
            <w:pPr>
              <w:spacing w:line="312" w:lineRule="auto"/>
              <w:rPr>
                <w:sz w:val="22"/>
              </w:rPr>
            </w:pPr>
          </w:p>
        </w:tc>
        <w:tc>
          <w:tcPr>
            <w:tcW w:w="3402" w:type="dxa"/>
          </w:tcPr>
          <w:p w14:paraId="2A830D89" w14:textId="2B6020B6" w:rsidR="005B30F1" w:rsidRDefault="005B30F1" w:rsidP="005B30F1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E-post:</w:t>
            </w:r>
            <w:r w:rsidR="00D13A5E">
              <w:rPr>
                <w:sz w:val="22"/>
              </w:rPr>
              <w:t xml:space="preserve"> </w:t>
            </w:r>
            <w:hyperlink r:id="rId15" w:history="1">
              <w:r w:rsidR="00B40B57" w:rsidRPr="0024583C">
                <w:rPr>
                  <w:rStyle w:val="Hyperlink"/>
                  <w:sz w:val="22"/>
                </w:rPr>
                <w:t>darja.ralkina@emta.ee</w:t>
              </w:r>
            </w:hyperlink>
            <w:r w:rsidR="00B40B57">
              <w:rPr>
                <w:sz w:val="22"/>
              </w:rPr>
              <w:t xml:space="preserve"> </w:t>
            </w:r>
          </w:p>
          <w:p w14:paraId="00AB046F" w14:textId="5856EE6D" w:rsidR="005B30F1" w:rsidRDefault="005B30F1" w:rsidP="005B30F1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Telefon:</w:t>
            </w:r>
            <w:r w:rsidR="00D13A5E">
              <w:rPr>
                <w:sz w:val="22"/>
              </w:rPr>
              <w:t xml:space="preserve"> </w:t>
            </w:r>
            <w:r w:rsidR="00D13A5E" w:rsidRPr="00B40B57">
              <w:rPr>
                <w:sz w:val="22"/>
              </w:rPr>
              <w:t>676 1001</w:t>
            </w:r>
          </w:p>
          <w:p w14:paraId="4BE39E5D" w14:textId="77777777" w:rsidR="00447FF5" w:rsidRPr="00587C26" w:rsidRDefault="00447FF5" w:rsidP="00A754C8">
            <w:pPr>
              <w:spacing w:line="312" w:lineRule="auto"/>
              <w:rPr>
                <w:b/>
                <w:bCs/>
                <w:sz w:val="22"/>
              </w:rPr>
            </w:pPr>
          </w:p>
        </w:tc>
      </w:tr>
      <w:tr w:rsidR="005B30F1" w:rsidRPr="008B6E1F" w14:paraId="2FF0E143" w14:textId="77777777" w:rsidTr="00631995">
        <w:tc>
          <w:tcPr>
            <w:tcW w:w="2830" w:type="dxa"/>
          </w:tcPr>
          <w:p w14:paraId="39FDDDB2" w14:textId="1B324FBF" w:rsidR="005B30F1" w:rsidRPr="00587C26" w:rsidRDefault="005B30F1" w:rsidP="00A754C8">
            <w:pPr>
              <w:spacing w:line="312" w:lineRule="auto"/>
              <w:rPr>
                <w:sz w:val="22"/>
              </w:rPr>
            </w:pPr>
          </w:p>
        </w:tc>
        <w:tc>
          <w:tcPr>
            <w:tcW w:w="3402" w:type="dxa"/>
          </w:tcPr>
          <w:p w14:paraId="256EEF6C" w14:textId="77777777" w:rsidR="005B30F1" w:rsidRPr="00612413" w:rsidRDefault="005B30F1" w:rsidP="00A754C8">
            <w:pPr>
              <w:spacing w:line="312" w:lineRule="auto"/>
              <w:rPr>
                <w:b/>
                <w:bCs/>
                <w:sz w:val="22"/>
              </w:rPr>
            </w:pPr>
            <w:r w:rsidRPr="00612413">
              <w:rPr>
                <w:b/>
                <w:bCs/>
                <w:sz w:val="22"/>
              </w:rPr>
              <w:t>Tiina Kõva</w:t>
            </w:r>
          </w:p>
          <w:p w14:paraId="26B6E716" w14:textId="293214BD" w:rsidR="005B30F1" w:rsidRDefault="005B30F1" w:rsidP="005B30F1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Ametinimetus:</w:t>
            </w:r>
            <w:r w:rsidR="000D2237">
              <w:rPr>
                <w:sz w:val="22"/>
              </w:rPr>
              <w:t xml:space="preserve"> teenusejuht</w:t>
            </w:r>
          </w:p>
          <w:p w14:paraId="5B2EC10A" w14:textId="44BA5803" w:rsidR="005B30F1" w:rsidRPr="005B30F1" w:rsidRDefault="005B30F1" w:rsidP="005B30F1">
            <w:pPr>
              <w:spacing w:line="312" w:lineRule="auto"/>
              <w:rPr>
                <w:sz w:val="22"/>
              </w:rPr>
            </w:pPr>
          </w:p>
        </w:tc>
        <w:tc>
          <w:tcPr>
            <w:tcW w:w="3402" w:type="dxa"/>
          </w:tcPr>
          <w:p w14:paraId="4E682BD2" w14:textId="2BA1601C" w:rsidR="005B30F1" w:rsidRDefault="005B30F1" w:rsidP="005B30F1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E-post:</w:t>
            </w:r>
            <w:r w:rsidR="000D2237">
              <w:rPr>
                <w:sz w:val="22"/>
              </w:rPr>
              <w:t xml:space="preserve"> </w:t>
            </w:r>
            <w:hyperlink r:id="rId16" w:history="1">
              <w:r w:rsidR="00B40B57" w:rsidRPr="0024583C">
                <w:rPr>
                  <w:rStyle w:val="Hyperlink"/>
                  <w:sz w:val="22"/>
                </w:rPr>
                <w:t>tiina.kova@emta.ee</w:t>
              </w:r>
            </w:hyperlink>
            <w:r w:rsidR="00B40B57">
              <w:rPr>
                <w:sz w:val="22"/>
              </w:rPr>
              <w:t xml:space="preserve"> </w:t>
            </w:r>
          </w:p>
          <w:p w14:paraId="0D660151" w14:textId="52292AE7" w:rsidR="005B30F1" w:rsidRDefault="005B30F1" w:rsidP="005B30F1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Telefon:</w:t>
            </w:r>
            <w:r w:rsidR="00B40B57">
              <w:rPr>
                <w:sz w:val="22"/>
              </w:rPr>
              <w:t xml:space="preserve"> </w:t>
            </w:r>
            <w:r w:rsidR="000D2237">
              <w:rPr>
                <w:sz w:val="22"/>
              </w:rPr>
              <w:t>5696</w:t>
            </w:r>
            <w:r w:rsidR="00B40B57">
              <w:rPr>
                <w:sz w:val="22"/>
              </w:rPr>
              <w:t xml:space="preserve"> </w:t>
            </w:r>
            <w:r w:rsidR="000D2237">
              <w:rPr>
                <w:sz w:val="22"/>
              </w:rPr>
              <w:t>1948</w:t>
            </w:r>
          </w:p>
          <w:p w14:paraId="2BB0927F" w14:textId="77777777" w:rsidR="005B30F1" w:rsidRPr="00587C26" w:rsidRDefault="005B30F1" w:rsidP="00A754C8">
            <w:pPr>
              <w:spacing w:line="312" w:lineRule="auto"/>
              <w:rPr>
                <w:b/>
                <w:bCs/>
                <w:sz w:val="22"/>
              </w:rPr>
            </w:pPr>
          </w:p>
        </w:tc>
      </w:tr>
      <w:tr w:rsidR="005B30F1" w:rsidRPr="008B6E1F" w14:paraId="0E54D601" w14:textId="77777777" w:rsidTr="00631995">
        <w:tc>
          <w:tcPr>
            <w:tcW w:w="2830" w:type="dxa"/>
          </w:tcPr>
          <w:p w14:paraId="6F798878" w14:textId="6FA830B7" w:rsidR="005B30F1" w:rsidRPr="00587C26" w:rsidRDefault="005B30F1" w:rsidP="00A754C8">
            <w:pPr>
              <w:spacing w:line="312" w:lineRule="auto"/>
              <w:rPr>
                <w:sz w:val="22"/>
              </w:rPr>
            </w:pPr>
          </w:p>
        </w:tc>
        <w:tc>
          <w:tcPr>
            <w:tcW w:w="3402" w:type="dxa"/>
          </w:tcPr>
          <w:p w14:paraId="678CD53E" w14:textId="1ADF341A" w:rsidR="005B30F1" w:rsidRPr="00612413" w:rsidRDefault="005B30F1" w:rsidP="00A754C8">
            <w:pPr>
              <w:spacing w:line="312" w:lineRule="auto"/>
              <w:rPr>
                <w:b/>
                <w:bCs/>
                <w:sz w:val="22"/>
              </w:rPr>
            </w:pPr>
            <w:r w:rsidRPr="00612413">
              <w:rPr>
                <w:b/>
                <w:bCs/>
                <w:sz w:val="22"/>
              </w:rPr>
              <w:t xml:space="preserve">Jaanus </w:t>
            </w:r>
            <w:proofErr w:type="spellStart"/>
            <w:r w:rsidRPr="00612413">
              <w:rPr>
                <w:b/>
                <w:bCs/>
                <w:sz w:val="22"/>
              </w:rPr>
              <w:t>Kahn</w:t>
            </w:r>
            <w:proofErr w:type="spellEnd"/>
            <w:r w:rsidR="00DE4C42" w:rsidRPr="00612413">
              <w:rPr>
                <w:b/>
                <w:bCs/>
                <w:sz w:val="22"/>
              </w:rPr>
              <w:t xml:space="preserve"> </w:t>
            </w:r>
          </w:p>
          <w:p w14:paraId="247554AA" w14:textId="2F5029D6" w:rsidR="005B30F1" w:rsidRPr="005B30F1" w:rsidRDefault="005B30F1" w:rsidP="00A754C8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Ametinimetus:</w:t>
            </w:r>
            <w:r w:rsidR="00DE4C42">
              <w:rPr>
                <w:sz w:val="22"/>
              </w:rPr>
              <w:t xml:space="preserve"> talituse juhataja</w:t>
            </w:r>
          </w:p>
        </w:tc>
        <w:tc>
          <w:tcPr>
            <w:tcW w:w="3402" w:type="dxa"/>
          </w:tcPr>
          <w:p w14:paraId="0715F0C8" w14:textId="1A7EAED8" w:rsidR="005B30F1" w:rsidRDefault="005B30F1" w:rsidP="005B30F1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E-post:</w:t>
            </w:r>
            <w:r w:rsidR="00DE4C42">
              <w:rPr>
                <w:sz w:val="22"/>
              </w:rPr>
              <w:t xml:space="preserve"> </w:t>
            </w:r>
            <w:hyperlink r:id="rId17" w:history="1">
              <w:r w:rsidR="00B40B57" w:rsidRPr="0024583C">
                <w:rPr>
                  <w:rStyle w:val="Hyperlink"/>
                  <w:sz w:val="22"/>
                </w:rPr>
                <w:t>jaanus.kahn@emta.ee</w:t>
              </w:r>
            </w:hyperlink>
            <w:r w:rsidR="00B40B57">
              <w:rPr>
                <w:sz w:val="22"/>
              </w:rPr>
              <w:t xml:space="preserve"> </w:t>
            </w:r>
          </w:p>
          <w:p w14:paraId="6FC2DAC8" w14:textId="7A9CA24F" w:rsidR="005B30F1" w:rsidRDefault="005B30F1" w:rsidP="005B30F1">
            <w:pPr>
              <w:spacing w:line="312" w:lineRule="auto"/>
              <w:rPr>
                <w:sz w:val="22"/>
              </w:rPr>
            </w:pPr>
            <w:r>
              <w:rPr>
                <w:sz w:val="22"/>
              </w:rPr>
              <w:t>Telefon:</w:t>
            </w:r>
            <w:r w:rsidR="00DE4C42">
              <w:rPr>
                <w:sz w:val="22"/>
              </w:rPr>
              <w:t xml:space="preserve"> 5342</w:t>
            </w:r>
            <w:r w:rsidR="00B40B57">
              <w:rPr>
                <w:sz w:val="22"/>
              </w:rPr>
              <w:t xml:space="preserve"> </w:t>
            </w:r>
            <w:r w:rsidR="00DE4C42">
              <w:rPr>
                <w:sz w:val="22"/>
              </w:rPr>
              <w:t>4805</w:t>
            </w:r>
          </w:p>
          <w:p w14:paraId="443DB4FB" w14:textId="77777777" w:rsidR="005B30F1" w:rsidRPr="00587C26" w:rsidRDefault="005B30F1" w:rsidP="00A754C8">
            <w:pPr>
              <w:spacing w:line="312" w:lineRule="auto"/>
              <w:rPr>
                <w:b/>
                <w:bCs/>
                <w:sz w:val="22"/>
              </w:rPr>
            </w:pPr>
          </w:p>
        </w:tc>
      </w:tr>
    </w:tbl>
    <w:p w14:paraId="397D668C" w14:textId="2B1FD258" w:rsidR="00236120" w:rsidRDefault="00236120" w:rsidP="00DF2E5B">
      <w:pPr>
        <w:spacing w:line="312" w:lineRule="auto"/>
        <w:jc w:val="both"/>
        <w:rPr>
          <w:b/>
          <w:bCs/>
          <w:sz w:val="24"/>
          <w:szCs w:val="24"/>
        </w:rPr>
      </w:pPr>
    </w:p>
    <w:p w14:paraId="14E037C4" w14:textId="77777777" w:rsidR="008E4296" w:rsidRDefault="008E4296" w:rsidP="00DF2E5B">
      <w:pPr>
        <w:spacing w:line="312" w:lineRule="auto"/>
        <w:jc w:val="both"/>
        <w:rPr>
          <w:b/>
          <w:bCs/>
          <w:sz w:val="24"/>
          <w:szCs w:val="24"/>
        </w:rPr>
      </w:pPr>
    </w:p>
    <w:p w14:paraId="7061BD68" w14:textId="77777777" w:rsidR="008E4296" w:rsidRPr="00E31A86" w:rsidRDefault="008E4296" w:rsidP="00DF2E5B">
      <w:pPr>
        <w:spacing w:line="312" w:lineRule="auto"/>
        <w:jc w:val="both"/>
        <w:rPr>
          <w:b/>
          <w:bCs/>
          <w:sz w:val="24"/>
          <w:szCs w:val="24"/>
        </w:rPr>
      </w:pPr>
    </w:p>
    <w:sectPr w:rsidR="008E4296" w:rsidRPr="00E31A86" w:rsidSect="005460D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949" w:right="1134" w:bottom="2127" w:left="1134" w:header="90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875BE" w14:textId="77777777" w:rsidR="005460D1" w:rsidRDefault="005460D1" w:rsidP="00796F05">
      <w:r>
        <w:separator/>
      </w:r>
    </w:p>
  </w:endnote>
  <w:endnote w:type="continuationSeparator" w:id="0">
    <w:p w14:paraId="73BC2815" w14:textId="77777777" w:rsidR="005460D1" w:rsidRDefault="005460D1" w:rsidP="0079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  <w:embedRegular r:id="rId1" w:fontKey="{CB2EECE9-0F10-4366-BE77-78F9B7D81478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single" w:sz="2" w:space="0" w:color="003974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98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381"/>
      <w:gridCol w:w="3257"/>
    </w:tblGrid>
    <w:tr w:rsidR="00AE6E57" w14:paraId="2C1246F8" w14:textId="77777777" w:rsidTr="0065043E">
      <w:tc>
        <w:tcPr>
          <w:tcW w:w="6374" w:type="dxa"/>
        </w:tcPr>
        <w:p w14:paraId="11124F1F" w14:textId="77777777" w:rsidR="00AE6E57" w:rsidRDefault="00AE6E57" w:rsidP="0065043E">
          <w:pPr>
            <w:pStyle w:val="Footer"/>
            <w:tabs>
              <w:tab w:val="clear" w:pos="4513"/>
              <w:tab w:val="clear" w:pos="9026"/>
            </w:tabs>
          </w:pPr>
          <w:r w:rsidRPr="00056EE3">
            <w:rPr>
              <w:b/>
            </w:rPr>
            <w:t>Koostas:</w:t>
          </w:r>
          <w:r>
            <w:t xml:space="preserve"> Katy Pärn</w:t>
          </w:r>
        </w:p>
        <w:p w14:paraId="06722092" w14:textId="77777777" w:rsidR="00AE6E57" w:rsidRDefault="00AE6E57" w:rsidP="0065043E">
          <w:pPr>
            <w:pStyle w:val="Footer"/>
            <w:tabs>
              <w:tab w:val="clear" w:pos="4513"/>
              <w:tab w:val="clear" w:pos="9026"/>
            </w:tabs>
          </w:pPr>
          <w:r w:rsidRPr="00056EE3">
            <w:rPr>
              <w:b/>
            </w:rPr>
            <w:t>Kinnitas:</w:t>
          </w:r>
          <w:r>
            <w:t xml:space="preserve"> Mati Tarlap, Üllar Salumäe, Viktor Popov, </w:t>
          </w:r>
        </w:p>
        <w:p w14:paraId="63583F61" w14:textId="77777777" w:rsidR="00AE6E57" w:rsidRPr="00056EE3" w:rsidRDefault="00AE6E57" w:rsidP="0065043E">
          <w:pPr>
            <w:pStyle w:val="Footer"/>
            <w:tabs>
              <w:tab w:val="clear" w:pos="4513"/>
              <w:tab w:val="clear" w:pos="9026"/>
            </w:tabs>
          </w:pPr>
          <w:r>
            <w:t xml:space="preserve">Lembe Vorsman, Kaie </w:t>
          </w:r>
          <w:proofErr w:type="spellStart"/>
          <w:r>
            <w:t>Peerna</w:t>
          </w:r>
          <w:proofErr w:type="spellEnd"/>
          <w:r>
            <w:t xml:space="preserve">, Marika </w:t>
          </w:r>
          <w:proofErr w:type="spellStart"/>
          <w:r>
            <w:t>Kisand</w:t>
          </w:r>
          <w:proofErr w:type="spellEnd"/>
          <w:r>
            <w:t>, Marko Otsing</w:t>
          </w:r>
        </w:p>
      </w:tc>
      <w:tc>
        <w:tcPr>
          <w:tcW w:w="3254" w:type="dxa"/>
        </w:tcPr>
        <w:p w14:paraId="4B844ADF" w14:textId="77777777" w:rsidR="00AE6E57" w:rsidRDefault="00AE6E57" w:rsidP="0065043E">
          <w:pPr>
            <w:pStyle w:val="Footer"/>
            <w:tabs>
              <w:tab w:val="clear" w:pos="4513"/>
              <w:tab w:val="clear" w:pos="9026"/>
            </w:tabs>
            <w:jc w:val="right"/>
          </w:pPr>
          <w:r>
            <w:rPr>
              <w:b/>
            </w:rPr>
            <w:t>Blankett</w:t>
          </w:r>
          <w:r w:rsidRPr="00056EE3">
            <w:rPr>
              <w:b/>
            </w:rPr>
            <w:t xml:space="preserve"> kinnitatud:</w:t>
          </w:r>
          <w:r>
            <w:t xml:space="preserve"> 17.12.2015</w:t>
          </w:r>
        </w:p>
        <w:p w14:paraId="2D3936A9" w14:textId="77777777" w:rsidR="00AE6E57" w:rsidRPr="00C754E2" w:rsidRDefault="00AE6E57" w:rsidP="0065043E">
          <w:pPr>
            <w:pStyle w:val="Footer"/>
            <w:tabs>
              <w:tab w:val="clear" w:pos="4513"/>
              <w:tab w:val="clear" w:pos="9026"/>
            </w:tabs>
            <w:jc w:val="right"/>
          </w:pPr>
        </w:p>
        <w:p w14:paraId="06F2CF95" w14:textId="77777777" w:rsidR="00AE6E57" w:rsidRPr="00056EE3" w:rsidRDefault="00AE6E57" w:rsidP="0065043E">
          <w:pPr>
            <w:pStyle w:val="Footer"/>
            <w:tabs>
              <w:tab w:val="clear" w:pos="4513"/>
              <w:tab w:val="clear" w:pos="9026"/>
            </w:tabs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67BB6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noProof/>
            </w:rPr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\# "0" \* Arabic  \* MERGEFORMAT </w:instrText>
          </w:r>
          <w:r>
            <w:rPr>
              <w:noProof/>
            </w:rPr>
            <w:fldChar w:fldCharType="separate"/>
          </w:r>
          <w:r w:rsidR="00214EF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543968A4" w14:textId="77777777" w:rsidR="00AE6E57" w:rsidRDefault="00AE6E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single" w:sz="2" w:space="0" w:color="003974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98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381"/>
      <w:gridCol w:w="3257"/>
    </w:tblGrid>
    <w:tr w:rsidR="0059790F" w14:paraId="5FB7848B" w14:textId="77777777" w:rsidTr="00681C48">
      <w:tc>
        <w:tcPr>
          <w:tcW w:w="6374" w:type="dxa"/>
        </w:tcPr>
        <w:p w14:paraId="5F555420" w14:textId="489C3992" w:rsidR="0059790F" w:rsidRPr="00056EE3" w:rsidRDefault="0059790F" w:rsidP="00681C48">
          <w:pPr>
            <w:pStyle w:val="Footer"/>
            <w:tabs>
              <w:tab w:val="clear" w:pos="4513"/>
              <w:tab w:val="clear" w:pos="9026"/>
            </w:tabs>
          </w:pPr>
          <w:r w:rsidRPr="0059790F">
            <w:t xml:space="preserve"> </w:t>
          </w:r>
        </w:p>
      </w:tc>
      <w:tc>
        <w:tcPr>
          <w:tcW w:w="3254" w:type="dxa"/>
        </w:tcPr>
        <w:p w14:paraId="141F8ADF" w14:textId="77777777" w:rsidR="0059790F" w:rsidRPr="00C754E2" w:rsidRDefault="0059790F" w:rsidP="00681C48">
          <w:pPr>
            <w:pStyle w:val="Footer"/>
            <w:tabs>
              <w:tab w:val="clear" w:pos="4513"/>
              <w:tab w:val="clear" w:pos="9026"/>
            </w:tabs>
            <w:jc w:val="right"/>
          </w:pPr>
        </w:p>
        <w:p w14:paraId="191F456F" w14:textId="77777777" w:rsidR="0059790F" w:rsidRPr="00056EE3" w:rsidRDefault="0059790F" w:rsidP="00681C48">
          <w:pPr>
            <w:pStyle w:val="Footer"/>
            <w:tabs>
              <w:tab w:val="clear" w:pos="4513"/>
              <w:tab w:val="clear" w:pos="9026"/>
            </w:tabs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F745D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noProof/>
            </w:rPr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\# "0" \* Arabic  \* MERGEFORMAT </w:instrText>
          </w:r>
          <w:r>
            <w:rPr>
              <w:noProof/>
            </w:rPr>
            <w:fldChar w:fldCharType="separate"/>
          </w:r>
          <w:r w:rsidR="00214EF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1E64C4CE" w14:textId="77777777" w:rsidR="00056EE3" w:rsidRPr="0059790F" w:rsidRDefault="00056EE3" w:rsidP="005979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3171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49F632" w14:textId="5CE9BBCC" w:rsidR="00330F92" w:rsidRDefault="00330F92" w:rsidP="00330F92">
            <w:pPr>
              <w:pStyle w:val="Footer"/>
              <w:jc w:val="right"/>
            </w:pPr>
            <w:r w:rsidRPr="00330F92">
              <w:rPr>
                <w:sz w:val="18"/>
                <w:szCs w:val="18"/>
              </w:rPr>
              <w:t xml:space="preserve"> </w:t>
            </w:r>
            <w:r w:rsidRPr="00330F92">
              <w:rPr>
                <w:b/>
                <w:bCs/>
                <w:sz w:val="18"/>
                <w:szCs w:val="18"/>
              </w:rPr>
              <w:fldChar w:fldCharType="begin"/>
            </w:r>
            <w:r w:rsidRPr="00330F92">
              <w:rPr>
                <w:b/>
                <w:bCs/>
                <w:sz w:val="18"/>
                <w:szCs w:val="18"/>
              </w:rPr>
              <w:instrText>PAGE</w:instrText>
            </w:r>
            <w:r w:rsidRPr="00330F92">
              <w:rPr>
                <w:b/>
                <w:bCs/>
                <w:sz w:val="18"/>
                <w:szCs w:val="18"/>
              </w:rPr>
              <w:fldChar w:fldCharType="separate"/>
            </w:r>
            <w:r w:rsidRPr="00330F92">
              <w:rPr>
                <w:b/>
                <w:bCs/>
                <w:sz w:val="18"/>
                <w:szCs w:val="18"/>
              </w:rPr>
              <w:t>2</w:t>
            </w:r>
            <w:r w:rsidRPr="00330F92">
              <w:rPr>
                <w:b/>
                <w:bCs/>
                <w:sz w:val="18"/>
                <w:szCs w:val="18"/>
              </w:rPr>
              <w:fldChar w:fldCharType="end"/>
            </w:r>
            <w:r w:rsidRPr="00330F92">
              <w:rPr>
                <w:sz w:val="18"/>
                <w:szCs w:val="18"/>
              </w:rPr>
              <w:t xml:space="preserve"> / </w:t>
            </w:r>
            <w:r w:rsidRPr="00330F92">
              <w:rPr>
                <w:b/>
                <w:bCs/>
                <w:sz w:val="18"/>
                <w:szCs w:val="18"/>
              </w:rPr>
              <w:fldChar w:fldCharType="begin"/>
            </w:r>
            <w:r w:rsidRPr="00330F92">
              <w:rPr>
                <w:b/>
                <w:bCs/>
                <w:sz w:val="18"/>
                <w:szCs w:val="18"/>
              </w:rPr>
              <w:instrText>NUMPAGES</w:instrText>
            </w:r>
            <w:r w:rsidRPr="00330F92">
              <w:rPr>
                <w:b/>
                <w:bCs/>
                <w:sz w:val="18"/>
                <w:szCs w:val="18"/>
              </w:rPr>
              <w:fldChar w:fldCharType="separate"/>
            </w:r>
            <w:r w:rsidRPr="00330F92">
              <w:rPr>
                <w:b/>
                <w:bCs/>
                <w:sz w:val="18"/>
                <w:szCs w:val="18"/>
              </w:rPr>
              <w:t>2</w:t>
            </w:r>
            <w:r w:rsidRPr="00330F9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E297051" w14:textId="77777777" w:rsidR="00330F92" w:rsidRDefault="00330F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4F4BE" w14:textId="77777777" w:rsidR="005460D1" w:rsidRDefault="005460D1" w:rsidP="00796F05">
      <w:r>
        <w:separator/>
      </w:r>
    </w:p>
  </w:footnote>
  <w:footnote w:type="continuationSeparator" w:id="0">
    <w:p w14:paraId="68D0EBA1" w14:textId="77777777" w:rsidR="005460D1" w:rsidRDefault="005460D1" w:rsidP="00796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43753" w14:textId="77777777" w:rsidR="00AE6E57" w:rsidRPr="003E6D8F" w:rsidRDefault="00AE6E57" w:rsidP="00AE6E57">
    <w:pPr>
      <w:pStyle w:val="Header"/>
    </w:pPr>
    <w:proofErr w:type="spellStart"/>
    <w:r w:rsidRPr="00884DD1">
      <w:t>B</w:t>
    </w:r>
    <w:r>
      <w:t>x</w:t>
    </w:r>
    <w:proofErr w:type="spellEnd"/>
    <w:r w:rsidRPr="00884DD1">
      <w:t xml:space="preserve"> </w:t>
    </w:r>
    <w:proofErr w:type="spellStart"/>
    <w:r w:rsidRPr="00884DD1">
      <w:t>P</w:t>
    </w:r>
    <w:r>
      <w:t>x</w:t>
    </w:r>
    <w:proofErr w:type="spellEnd"/>
    <w:r w:rsidRPr="00884DD1">
      <w:t xml:space="preserve"> </w:t>
    </w:r>
    <w:r>
      <w:t>Blanketi pealkiri</w:t>
    </w:r>
    <w:r w:rsidRPr="00884DD1">
      <w:t xml:space="preserve"> ver</w:t>
    </w:r>
    <w:r>
      <w:t>1</w:t>
    </w:r>
    <w:r w:rsidRPr="00884DD1">
      <w:t>.</w:t>
    </w:r>
    <w:r>
      <w:t>0</w:t>
    </w:r>
  </w:p>
  <w:p w14:paraId="5B2B6F66" w14:textId="77777777" w:rsidR="00AE6E57" w:rsidRDefault="00AE6E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2C3BD" w14:textId="5F52BA75" w:rsidR="008E4296" w:rsidRPr="00330F92" w:rsidRDefault="008E4296" w:rsidP="008E4296">
    <w:pPr>
      <w:pStyle w:val="Header"/>
      <w:tabs>
        <w:tab w:val="left" w:pos="4335"/>
        <w:tab w:val="right" w:pos="9638"/>
      </w:tabs>
      <w:spacing w:after="120" w:line="240" w:lineRule="auto"/>
      <w:rPr>
        <w:sz w:val="18"/>
        <w:szCs w:val="24"/>
      </w:rPr>
    </w:pPr>
    <w:r w:rsidRPr="00330F92">
      <w:rPr>
        <w:sz w:val="18"/>
        <w:szCs w:val="24"/>
      </w:rPr>
      <w:t>Ae</w:t>
    </w:r>
    <w:r>
      <w:rPr>
        <w:sz w:val="18"/>
        <w:szCs w:val="24"/>
      </w:rPr>
      <w:t>r</w:t>
    </w:r>
    <w:r w:rsidRPr="00330F92">
      <w:rPr>
        <w:sz w:val="18"/>
        <w:szCs w:val="24"/>
      </w:rPr>
      <w:t xml:space="preserve">onavigatsiooniteabe edastamise leping – </w:t>
    </w:r>
    <w:r w:rsidR="00F31C1B">
      <w:rPr>
        <w:sz w:val="18"/>
        <w:szCs w:val="24"/>
      </w:rPr>
      <w:t xml:space="preserve">Rahandusministeerium / Lennuliiklusteeninduse AS / </w:t>
    </w:r>
    <w:r w:rsidR="00F31C1B" w:rsidRPr="0021239D">
      <w:rPr>
        <w:sz w:val="18"/>
        <w:szCs w:val="24"/>
      </w:rPr>
      <w:t>Transpordiamet</w:t>
    </w:r>
  </w:p>
  <w:p w14:paraId="26AC0B72" w14:textId="77777777" w:rsidR="008E4296" w:rsidRPr="00330F92" w:rsidRDefault="008E4296" w:rsidP="008E4296">
    <w:pPr>
      <w:pStyle w:val="Header"/>
      <w:spacing w:after="120" w:line="240" w:lineRule="auto"/>
      <w:rPr>
        <w:sz w:val="18"/>
        <w:szCs w:val="24"/>
      </w:rPr>
    </w:pPr>
    <w:r w:rsidRPr="00330F92">
      <w:rPr>
        <w:sz w:val="18"/>
        <w:szCs w:val="24"/>
      </w:rPr>
      <w:t>LISA A</w:t>
    </w:r>
    <w:r>
      <w:rPr>
        <w:sz w:val="18"/>
        <w:szCs w:val="24"/>
      </w:rPr>
      <w:t>1</w:t>
    </w:r>
    <w:r w:rsidRPr="00330F92">
      <w:rPr>
        <w:sz w:val="18"/>
        <w:szCs w:val="24"/>
      </w:rPr>
      <w:t xml:space="preserve"> </w:t>
    </w:r>
    <w:r>
      <w:rPr>
        <w:sz w:val="18"/>
        <w:szCs w:val="24"/>
      </w:rPr>
      <w:t>Poolte määratud isikud</w:t>
    </w:r>
  </w:p>
  <w:p w14:paraId="1BF03C4B" w14:textId="5F600734" w:rsidR="00B50F05" w:rsidRPr="0059790F" w:rsidRDefault="00B50F05" w:rsidP="005979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4C42" w14:textId="1392A281" w:rsidR="0015235F" w:rsidRPr="00330F92" w:rsidRDefault="0015235F" w:rsidP="00E31A86">
    <w:pPr>
      <w:pStyle w:val="Header"/>
      <w:tabs>
        <w:tab w:val="left" w:pos="4335"/>
        <w:tab w:val="right" w:pos="9638"/>
      </w:tabs>
      <w:spacing w:after="120" w:line="240" w:lineRule="auto"/>
      <w:rPr>
        <w:sz w:val="18"/>
        <w:szCs w:val="24"/>
      </w:rPr>
    </w:pPr>
    <w:r w:rsidRPr="00330F92">
      <w:rPr>
        <w:sz w:val="18"/>
        <w:szCs w:val="24"/>
      </w:rPr>
      <w:t>Ae</w:t>
    </w:r>
    <w:r w:rsidR="00D07258">
      <w:rPr>
        <w:sz w:val="18"/>
        <w:szCs w:val="24"/>
      </w:rPr>
      <w:t>r</w:t>
    </w:r>
    <w:r w:rsidRPr="00330F92">
      <w:rPr>
        <w:sz w:val="18"/>
        <w:szCs w:val="24"/>
      </w:rPr>
      <w:t xml:space="preserve">onavigatsiooniteabe edastamise </w:t>
    </w:r>
    <w:r w:rsidR="00701242" w:rsidRPr="00330F92">
      <w:rPr>
        <w:sz w:val="18"/>
        <w:szCs w:val="24"/>
      </w:rPr>
      <w:t>leping –</w:t>
    </w:r>
    <w:r w:rsidR="006545E4">
      <w:rPr>
        <w:sz w:val="18"/>
        <w:szCs w:val="24"/>
      </w:rPr>
      <w:t xml:space="preserve"> </w:t>
    </w:r>
    <w:r w:rsidR="007806AE">
      <w:rPr>
        <w:sz w:val="18"/>
        <w:szCs w:val="24"/>
      </w:rPr>
      <w:t>Rahandus</w:t>
    </w:r>
    <w:r w:rsidR="005C1716">
      <w:rPr>
        <w:sz w:val="18"/>
        <w:szCs w:val="24"/>
      </w:rPr>
      <w:t>ministeerium</w:t>
    </w:r>
    <w:r w:rsidR="006545E4">
      <w:rPr>
        <w:sz w:val="18"/>
        <w:szCs w:val="24"/>
      </w:rPr>
      <w:t xml:space="preserve"> / Lennuliiklusteeninduse AS / </w:t>
    </w:r>
    <w:r w:rsidR="006545E4" w:rsidRPr="0021239D">
      <w:rPr>
        <w:sz w:val="18"/>
        <w:szCs w:val="24"/>
      </w:rPr>
      <w:t>Transpordiamet</w:t>
    </w:r>
  </w:p>
  <w:p w14:paraId="7161C61A" w14:textId="20C2EA06" w:rsidR="00A80D46" w:rsidRPr="00330F92" w:rsidRDefault="00E61E48" w:rsidP="00E31A86">
    <w:pPr>
      <w:pStyle w:val="Header"/>
      <w:spacing w:after="120" w:line="240" w:lineRule="auto"/>
      <w:rPr>
        <w:sz w:val="18"/>
        <w:szCs w:val="24"/>
      </w:rPr>
    </w:pPr>
    <w:r w:rsidRPr="00330F92">
      <w:rPr>
        <w:sz w:val="18"/>
        <w:szCs w:val="24"/>
      </w:rPr>
      <w:t>LISA A</w:t>
    </w:r>
    <w:r w:rsidR="00151D9E">
      <w:rPr>
        <w:sz w:val="18"/>
        <w:szCs w:val="24"/>
      </w:rPr>
      <w:t>1</w:t>
    </w:r>
    <w:r w:rsidRPr="00330F92">
      <w:rPr>
        <w:sz w:val="18"/>
        <w:szCs w:val="24"/>
      </w:rPr>
      <w:t xml:space="preserve"> </w:t>
    </w:r>
    <w:r w:rsidR="00151D9E">
      <w:rPr>
        <w:sz w:val="18"/>
        <w:szCs w:val="24"/>
      </w:rPr>
      <w:t>Poolte</w:t>
    </w:r>
    <w:r w:rsidR="008E4296">
      <w:rPr>
        <w:sz w:val="18"/>
        <w:szCs w:val="24"/>
      </w:rPr>
      <w:t xml:space="preserve"> määratud isikud</w:t>
    </w:r>
  </w:p>
  <w:p w14:paraId="2030ED06" w14:textId="77777777" w:rsidR="00330F92" w:rsidRPr="00C2797D" w:rsidRDefault="00330F92" w:rsidP="00F25264">
    <w:pPr>
      <w:pStyle w:val="Header"/>
      <w:jc w:val="left"/>
      <w:rPr>
        <w:noProof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6858"/>
    <w:multiLevelType w:val="hybridMultilevel"/>
    <w:tmpl w:val="76507FCA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24A25"/>
    <w:multiLevelType w:val="hybridMultilevel"/>
    <w:tmpl w:val="4DF403D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E7664"/>
    <w:multiLevelType w:val="hybridMultilevel"/>
    <w:tmpl w:val="F67457DA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D174A"/>
    <w:multiLevelType w:val="hybridMultilevel"/>
    <w:tmpl w:val="CF0816CC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D490C"/>
    <w:multiLevelType w:val="hybridMultilevel"/>
    <w:tmpl w:val="CBB095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B5BBE"/>
    <w:multiLevelType w:val="hybridMultilevel"/>
    <w:tmpl w:val="7E8C558A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7637C"/>
    <w:multiLevelType w:val="hybridMultilevel"/>
    <w:tmpl w:val="30FC7EC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A5183"/>
    <w:multiLevelType w:val="hybridMultilevel"/>
    <w:tmpl w:val="C7A827D2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8B3CE2"/>
    <w:multiLevelType w:val="hybridMultilevel"/>
    <w:tmpl w:val="E53E2886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53CDE"/>
    <w:multiLevelType w:val="hybridMultilevel"/>
    <w:tmpl w:val="30FC7E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3177A"/>
    <w:multiLevelType w:val="hybridMultilevel"/>
    <w:tmpl w:val="A39AD3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A5F2F"/>
    <w:multiLevelType w:val="hybridMultilevel"/>
    <w:tmpl w:val="AFFAB2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1077F"/>
    <w:multiLevelType w:val="hybridMultilevel"/>
    <w:tmpl w:val="5EB846C0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348130">
    <w:abstractNumId w:val="4"/>
  </w:num>
  <w:num w:numId="2" w16cid:durableId="454981349">
    <w:abstractNumId w:val="11"/>
  </w:num>
  <w:num w:numId="3" w16cid:durableId="1062363412">
    <w:abstractNumId w:val="12"/>
  </w:num>
  <w:num w:numId="4" w16cid:durableId="323704872">
    <w:abstractNumId w:val="7"/>
  </w:num>
  <w:num w:numId="5" w16cid:durableId="317802681">
    <w:abstractNumId w:val="0"/>
  </w:num>
  <w:num w:numId="6" w16cid:durableId="231821259">
    <w:abstractNumId w:val="5"/>
  </w:num>
  <w:num w:numId="7" w16cid:durableId="455031937">
    <w:abstractNumId w:val="10"/>
  </w:num>
  <w:num w:numId="8" w16cid:durableId="147333884">
    <w:abstractNumId w:val="2"/>
  </w:num>
  <w:num w:numId="9" w16cid:durableId="1306349069">
    <w:abstractNumId w:val="8"/>
  </w:num>
  <w:num w:numId="10" w16cid:durableId="1666932770">
    <w:abstractNumId w:val="1"/>
  </w:num>
  <w:num w:numId="11" w16cid:durableId="2047487497">
    <w:abstractNumId w:val="3"/>
  </w:num>
  <w:num w:numId="12" w16cid:durableId="2122718813">
    <w:abstractNumId w:val="6"/>
  </w:num>
  <w:num w:numId="13" w16cid:durableId="10633318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DateAndTime/>
  <w:embedTrueTypeFont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439"/>
    <w:rsid w:val="000065AC"/>
    <w:rsid w:val="00013D63"/>
    <w:rsid w:val="00051FF8"/>
    <w:rsid w:val="00056EE3"/>
    <w:rsid w:val="00061F45"/>
    <w:rsid w:val="0008518C"/>
    <w:rsid w:val="00090BA7"/>
    <w:rsid w:val="000C3D4D"/>
    <w:rsid w:val="000D2237"/>
    <w:rsid w:val="000E1724"/>
    <w:rsid w:val="000F6673"/>
    <w:rsid w:val="001238E7"/>
    <w:rsid w:val="001264CA"/>
    <w:rsid w:val="001313EA"/>
    <w:rsid w:val="001319E5"/>
    <w:rsid w:val="00137D9E"/>
    <w:rsid w:val="00151D9E"/>
    <w:rsid w:val="0015235F"/>
    <w:rsid w:val="00167BB6"/>
    <w:rsid w:val="00190F1B"/>
    <w:rsid w:val="00192440"/>
    <w:rsid w:val="001C5038"/>
    <w:rsid w:val="001C61AD"/>
    <w:rsid w:val="001E429F"/>
    <w:rsid w:val="0021239D"/>
    <w:rsid w:val="002129DF"/>
    <w:rsid w:val="00214EF6"/>
    <w:rsid w:val="00216EC2"/>
    <w:rsid w:val="002217D8"/>
    <w:rsid w:val="002228D2"/>
    <w:rsid w:val="00224F3B"/>
    <w:rsid w:val="00236120"/>
    <w:rsid w:val="0024685C"/>
    <w:rsid w:val="0025652E"/>
    <w:rsid w:val="002B5631"/>
    <w:rsid w:val="002C3FBD"/>
    <w:rsid w:val="002E7B4E"/>
    <w:rsid w:val="00310551"/>
    <w:rsid w:val="003149D3"/>
    <w:rsid w:val="00315CD6"/>
    <w:rsid w:val="00330F92"/>
    <w:rsid w:val="003455CD"/>
    <w:rsid w:val="00360385"/>
    <w:rsid w:val="00362B71"/>
    <w:rsid w:val="003E6D8F"/>
    <w:rsid w:val="004055BD"/>
    <w:rsid w:val="00447FF5"/>
    <w:rsid w:val="004866E7"/>
    <w:rsid w:val="00491D4A"/>
    <w:rsid w:val="00493CE9"/>
    <w:rsid w:val="00494710"/>
    <w:rsid w:val="004955F9"/>
    <w:rsid w:val="004D6807"/>
    <w:rsid w:val="004E1326"/>
    <w:rsid w:val="004E1638"/>
    <w:rsid w:val="004E6C14"/>
    <w:rsid w:val="004F0305"/>
    <w:rsid w:val="005238DD"/>
    <w:rsid w:val="00543AF1"/>
    <w:rsid w:val="005460D1"/>
    <w:rsid w:val="00555B29"/>
    <w:rsid w:val="0056796B"/>
    <w:rsid w:val="00587C26"/>
    <w:rsid w:val="0059790F"/>
    <w:rsid w:val="005A4198"/>
    <w:rsid w:val="005B30F1"/>
    <w:rsid w:val="005C1716"/>
    <w:rsid w:val="005D0D2E"/>
    <w:rsid w:val="005E5447"/>
    <w:rsid w:val="00612413"/>
    <w:rsid w:val="0061347E"/>
    <w:rsid w:val="00626EFE"/>
    <w:rsid w:val="00631995"/>
    <w:rsid w:val="00650EFF"/>
    <w:rsid w:val="006545E4"/>
    <w:rsid w:val="0068034C"/>
    <w:rsid w:val="006821BF"/>
    <w:rsid w:val="006C1F73"/>
    <w:rsid w:val="006D5439"/>
    <w:rsid w:val="006D63A8"/>
    <w:rsid w:val="00701242"/>
    <w:rsid w:val="007022DB"/>
    <w:rsid w:val="00757E6A"/>
    <w:rsid w:val="007806AE"/>
    <w:rsid w:val="00786F2E"/>
    <w:rsid w:val="007928C9"/>
    <w:rsid w:val="00796F05"/>
    <w:rsid w:val="0079712A"/>
    <w:rsid w:val="007A5F25"/>
    <w:rsid w:val="007F1F03"/>
    <w:rsid w:val="007F26AB"/>
    <w:rsid w:val="007F5CA7"/>
    <w:rsid w:val="007F7B6C"/>
    <w:rsid w:val="00801CB5"/>
    <w:rsid w:val="00802EA2"/>
    <w:rsid w:val="008069CF"/>
    <w:rsid w:val="00814F49"/>
    <w:rsid w:val="00842A95"/>
    <w:rsid w:val="00852A1E"/>
    <w:rsid w:val="00870C64"/>
    <w:rsid w:val="00870CBF"/>
    <w:rsid w:val="00871CCC"/>
    <w:rsid w:val="00884DA0"/>
    <w:rsid w:val="00884DD1"/>
    <w:rsid w:val="008A002F"/>
    <w:rsid w:val="008B5D54"/>
    <w:rsid w:val="008B6E1F"/>
    <w:rsid w:val="008D3C23"/>
    <w:rsid w:val="008E092D"/>
    <w:rsid w:val="008E4296"/>
    <w:rsid w:val="008E4943"/>
    <w:rsid w:val="008F745D"/>
    <w:rsid w:val="00907313"/>
    <w:rsid w:val="00920940"/>
    <w:rsid w:val="00942B2A"/>
    <w:rsid w:val="00953C24"/>
    <w:rsid w:val="00967ECC"/>
    <w:rsid w:val="00983728"/>
    <w:rsid w:val="0098767E"/>
    <w:rsid w:val="009A53DE"/>
    <w:rsid w:val="009B3944"/>
    <w:rsid w:val="009C655E"/>
    <w:rsid w:val="009C7FD8"/>
    <w:rsid w:val="009F66E0"/>
    <w:rsid w:val="00A07D76"/>
    <w:rsid w:val="00A615C7"/>
    <w:rsid w:val="00A80D46"/>
    <w:rsid w:val="00AB26B8"/>
    <w:rsid w:val="00AD18C0"/>
    <w:rsid w:val="00AE69CD"/>
    <w:rsid w:val="00AE6E57"/>
    <w:rsid w:val="00B159F9"/>
    <w:rsid w:val="00B24E39"/>
    <w:rsid w:val="00B2633C"/>
    <w:rsid w:val="00B40B57"/>
    <w:rsid w:val="00B47378"/>
    <w:rsid w:val="00B50F05"/>
    <w:rsid w:val="00B52EF2"/>
    <w:rsid w:val="00B573C3"/>
    <w:rsid w:val="00BA23E0"/>
    <w:rsid w:val="00BC0C90"/>
    <w:rsid w:val="00BD2095"/>
    <w:rsid w:val="00BF72F5"/>
    <w:rsid w:val="00BF7F22"/>
    <w:rsid w:val="00C1023D"/>
    <w:rsid w:val="00C13360"/>
    <w:rsid w:val="00C2797D"/>
    <w:rsid w:val="00C7217D"/>
    <w:rsid w:val="00C74C56"/>
    <w:rsid w:val="00C754E2"/>
    <w:rsid w:val="00C77758"/>
    <w:rsid w:val="00C971E7"/>
    <w:rsid w:val="00CC04A0"/>
    <w:rsid w:val="00CE0082"/>
    <w:rsid w:val="00CE6E03"/>
    <w:rsid w:val="00CF15B5"/>
    <w:rsid w:val="00D07258"/>
    <w:rsid w:val="00D13A5E"/>
    <w:rsid w:val="00D5595F"/>
    <w:rsid w:val="00D6029D"/>
    <w:rsid w:val="00DB1D2D"/>
    <w:rsid w:val="00DD3404"/>
    <w:rsid w:val="00DE4C42"/>
    <w:rsid w:val="00DF2E5B"/>
    <w:rsid w:val="00E00BC2"/>
    <w:rsid w:val="00E02613"/>
    <w:rsid w:val="00E04F6E"/>
    <w:rsid w:val="00E05402"/>
    <w:rsid w:val="00E31A86"/>
    <w:rsid w:val="00E33C1C"/>
    <w:rsid w:val="00E34800"/>
    <w:rsid w:val="00E4161E"/>
    <w:rsid w:val="00E51E42"/>
    <w:rsid w:val="00E61E48"/>
    <w:rsid w:val="00E94EBF"/>
    <w:rsid w:val="00E97A03"/>
    <w:rsid w:val="00EA1F89"/>
    <w:rsid w:val="00EB6777"/>
    <w:rsid w:val="00EC46BA"/>
    <w:rsid w:val="00EF25F7"/>
    <w:rsid w:val="00EF4804"/>
    <w:rsid w:val="00F0550C"/>
    <w:rsid w:val="00F2091E"/>
    <w:rsid w:val="00F25264"/>
    <w:rsid w:val="00F31C1B"/>
    <w:rsid w:val="00F32A46"/>
    <w:rsid w:val="00F617F3"/>
    <w:rsid w:val="00F77B6B"/>
    <w:rsid w:val="00F81571"/>
    <w:rsid w:val="00F90B04"/>
    <w:rsid w:val="00FC5AF2"/>
    <w:rsid w:val="00FD0756"/>
    <w:rsid w:val="00FE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ED4495"/>
  <w15:docId w15:val="{5A87D25D-636A-416C-9FEA-E9FADF37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800"/>
    <w:pPr>
      <w:spacing w:after="0" w:line="408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rsid w:val="00F617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D8F"/>
    <w:pPr>
      <w:spacing w:after="50"/>
      <w:jc w:val="right"/>
    </w:pPr>
    <w:rPr>
      <w:color w:val="003974" w:themeColor="accen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E6D8F"/>
    <w:rPr>
      <w:color w:val="003974" w:themeColor="accent1"/>
      <w:sz w:val="16"/>
    </w:rPr>
  </w:style>
  <w:style w:type="paragraph" w:styleId="Footer">
    <w:name w:val="footer"/>
    <w:aliases w:val="Protseduuri/blanketi jalus"/>
    <w:link w:val="FooterChar"/>
    <w:uiPriority w:val="99"/>
    <w:unhideWhenUsed/>
    <w:qFormat/>
    <w:rsid w:val="00F77B6B"/>
    <w:pPr>
      <w:tabs>
        <w:tab w:val="center" w:pos="4513"/>
        <w:tab w:val="right" w:pos="9026"/>
      </w:tabs>
      <w:spacing w:after="60" w:line="240" w:lineRule="auto"/>
    </w:pPr>
    <w:rPr>
      <w:color w:val="003974" w:themeColor="accent1"/>
      <w:sz w:val="16"/>
    </w:rPr>
  </w:style>
  <w:style w:type="character" w:customStyle="1" w:styleId="FooterChar">
    <w:name w:val="Footer Char"/>
    <w:aliases w:val="Protseduuri/blanketi jalus Char"/>
    <w:basedOn w:val="DefaultParagraphFont"/>
    <w:link w:val="Footer"/>
    <w:uiPriority w:val="99"/>
    <w:rsid w:val="00F77B6B"/>
    <w:rPr>
      <w:color w:val="003974" w:themeColor="accent1"/>
      <w:sz w:val="16"/>
    </w:rPr>
  </w:style>
  <w:style w:type="character" w:styleId="Hyperlink">
    <w:name w:val="Hyperlink"/>
    <w:basedOn w:val="DefaultParagraphFont"/>
    <w:uiPriority w:val="99"/>
    <w:unhideWhenUsed/>
    <w:rsid w:val="00920940"/>
    <w:rPr>
      <w:color w:val="003974" w:themeColor="hyperlink"/>
      <w:u w:val="single"/>
    </w:rPr>
  </w:style>
  <w:style w:type="table" w:styleId="TableGrid">
    <w:name w:val="Table Grid"/>
    <w:basedOn w:val="TableNormal"/>
    <w:uiPriority w:val="39"/>
    <w:rsid w:val="00056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617F3"/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paragraph" w:styleId="Title">
    <w:name w:val="Title"/>
    <w:next w:val="Normal"/>
    <w:link w:val="TitleChar"/>
    <w:uiPriority w:val="10"/>
    <w:rsid w:val="000F6673"/>
    <w:pPr>
      <w:spacing w:after="6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6673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3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35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02E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03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034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03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3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34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7258"/>
    <w:pPr>
      <w:spacing w:after="0" w:line="240" w:lineRule="auto"/>
    </w:pPr>
    <w:rPr>
      <w:sz w:val="20"/>
    </w:rPr>
  </w:style>
  <w:style w:type="character" w:styleId="Strong">
    <w:name w:val="Strong"/>
    <w:basedOn w:val="DefaultParagraphFont"/>
    <w:uiPriority w:val="22"/>
    <w:qFormat/>
    <w:rsid w:val="007F7B6C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E42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re.taar@fin.ee" TargetMode="External"/><Relationship Id="rId13" Type="http://schemas.openxmlformats.org/officeDocument/2006/relationships/hyperlink" Target="mailto:tiina.kova@emta.e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darja.ralkina@emta.ee" TargetMode="External"/><Relationship Id="rId17" Type="http://schemas.openxmlformats.org/officeDocument/2006/relationships/hyperlink" Target="mailto:jaanus.kahn@emta.e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tiina.kova@emta.e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failid\MTA\Kasutajad\jaanus.kahn\personal\Downloads\eve.harm@transpordiamet.ee%2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darja.ralkina@emta.ee" TargetMode="External"/><Relationship Id="rId23" Type="http://schemas.openxmlformats.org/officeDocument/2006/relationships/footer" Target="footer3.xml"/><Relationship Id="rId10" Type="http://schemas.openxmlformats.org/officeDocument/2006/relationships/hyperlink" Target="file:///\\failid\MTA\Kasutajad\jaanus.kahn\personal\Downloads\tatjana.armulik@eans.ee%20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file:///\\failid\MTA\Kasutajad\jaanus.kahn\personal\Downloads\imre.rammul@eans.ee%20" TargetMode="External"/><Relationship Id="rId14" Type="http://schemas.openxmlformats.org/officeDocument/2006/relationships/hyperlink" Target="mailto:jaanus.kahn@emta.ee" TargetMode="External"/><Relationship Id="rId2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y\Documents\Uus%20logo\New%20folder\EANS-blankett17.12.15.dotx" TargetMode="External"/></Relationships>
</file>

<file path=word/theme/theme1.xml><?xml version="1.0" encoding="utf-8"?>
<a:theme xmlns:a="http://schemas.openxmlformats.org/drawingml/2006/main" name="Office Theme">
  <a:themeElements>
    <a:clrScheme name="EAN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974"/>
      </a:accent1>
      <a:accent2>
        <a:srgbClr val="E1F200"/>
      </a:accent2>
      <a:accent3>
        <a:srgbClr val="00A99D"/>
      </a:accent3>
      <a:accent4>
        <a:srgbClr val="007DC5"/>
      </a:accent4>
      <a:accent5>
        <a:srgbClr val="92278F"/>
      </a:accent5>
      <a:accent6>
        <a:srgbClr val="F15B49"/>
      </a:accent6>
      <a:hlink>
        <a:srgbClr val="003974"/>
      </a:hlink>
      <a:folHlink>
        <a:srgbClr val="003974"/>
      </a:folHlink>
    </a:clrScheme>
    <a:fontScheme name="EAN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22AB9-6D34-4697-8FDE-13444B52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EANS-blankett17.12.15</Template>
  <TotalTime>13</TotalTime>
  <Pages>2</Pages>
  <Words>311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Verma</dc:creator>
  <cp:lastModifiedBy>Margit Markus</cp:lastModifiedBy>
  <cp:revision>10</cp:revision>
  <dcterms:created xsi:type="dcterms:W3CDTF">2024-01-25T08:35:00Z</dcterms:created>
  <dcterms:modified xsi:type="dcterms:W3CDTF">2024-02-07T11:23:00Z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614326410</vt:i4>
  </property>
</Properties>
</file>